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72295" w14:textId="77777777" w:rsidR="006E5D65" w:rsidRPr="00E960BB" w:rsidRDefault="00997F14" w:rsidP="587FF5C2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587FF5C2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87FF5C2">
        <w:rPr>
          <w:rFonts w:ascii="Corbel" w:eastAsia="Corbel" w:hAnsi="Corbel" w:cs="Corbel"/>
          <w:i/>
          <w:iCs/>
        </w:rPr>
        <w:t xml:space="preserve">Załącznik nr </w:t>
      </w:r>
      <w:r w:rsidR="006F31E2" w:rsidRPr="587FF5C2">
        <w:rPr>
          <w:rFonts w:ascii="Corbel" w:eastAsia="Corbel" w:hAnsi="Corbel" w:cs="Corbel"/>
          <w:i/>
          <w:iCs/>
        </w:rPr>
        <w:t>1.5</w:t>
      </w:r>
      <w:r w:rsidR="00D8678B" w:rsidRPr="587FF5C2">
        <w:rPr>
          <w:rFonts w:ascii="Corbel" w:eastAsia="Corbel" w:hAnsi="Corbel" w:cs="Corbel"/>
          <w:i/>
          <w:iCs/>
        </w:rPr>
        <w:t xml:space="preserve"> do Zarządzenia</w:t>
      </w:r>
      <w:r w:rsidR="002A22BF" w:rsidRPr="587FF5C2">
        <w:rPr>
          <w:rFonts w:ascii="Corbel" w:eastAsia="Corbel" w:hAnsi="Corbel" w:cs="Corbel"/>
          <w:i/>
          <w:iCs/>
        </w:rPr>
        <w:t xml:space="preserve"> Rektora UR </w:t>
      </w:r>
      <w:r w:rsidR="00CD6897" w:rsidRPr="587FF5C2">
        <w:rPr>
          <w:rFonts w:ascii="Corbel" w:eastAsia="Corbel" w:hAnsi="Corbel" w:cs="Corbel"/>
          <w:i/>
          <w:iCs/>
        </w:rPr>
        <w:t xml:space="preserve"> nr </w:t>
      </w:r>
      <w:r w:rsidR="00F17567" w:rsidRPr="587FF5C2">
        <w:rPr>
          <w:rFonts w:ascii="Corbel" w:eastAsia="Corbel" w:hAnsi="Corbel" w:cs="Corbel"/>
          <w:i/>
          <w:iCs/>
        </w:rPr>
        <w:t>12/2019</w:t>
      </w:r>
    </w:p>
    <w:p w14:paraId="0CC72296" w14:textId="77777777" w:rsidR="0085747A" w:rsidRPr="009C54AE" w:rsidRDefault="0085747A" w:rsidP="587FF5C2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0CC72297" w14:textId="2E6AE0E1" w:rsidR="0085747A" w:rsidRPr="009C54AE" w:rsidRDefault="0071620A" w:rsidP="30DFF868">
      <w:pPr>
        <w:spacing w:after="0" w:line="240" w:lineRule="exact"/>
        <w:jc w:val="center"/>
        <w:rPr>
          <w:rFonts w:ascii="Corbel" w:eastAsia="Corbel" w:hAnsi="Corbel" w:cs="Corbel"/>
          <w:i/>
          <w:iCs/>
          <w:smallCaps/>
          <w:sz w:val="24"/>
          <w:szCs w:val="24"/>
        </w:rPr>
      </w:pPr>
      <w:r w:rsidRPr="30DFF868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="0085747A" w:rsidRPr="30DFF868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 </w:t>
      </w:r>
      <w:r w:rsidR="008C7887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20</w:t>
      </w:r>
      <w:r w:rsidR="6FE24486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2</w:t>
      </w:r>
      <w:r w:rsidR="00162963">
        <w:rPr>
          <w:rFonts w:ascii="Corbel" w:eastAsia="Corbel" w:hAnsi="Corbel" w:cs="Corbel"/>
          <w:i/>
          <w:iCs/>
          <w:smallCaps/>
          <w:sz w:val="24"/>
          <w:szCs w:val="24"/>
        </w:rPr>
        <w:t>2</w:t>
      </w:r>
      <w:r w:rsidR="008C7887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-202</w:t>
      </w:r>
      <w:r w:rsidR="00162963">
        <w:rPr>
          <w:rFonts w:ascii="Corbel" w:eastAsia="Corbel" w:hAnsi="Corbel" w:cs="Corbel"/>
          <w:i/>
          <w:iCs/>
          <w:smallCaps/>
          <w:sz w:val="24"/>
          <w:szCs w:val="24"/>
        </w:rPr>
        <w:t>5</w:t>
      </w:r>
    </w:p>
    <w:p w14:paraId="0CC72298" w14:textId="6632C446" w:rsidR="0085747A" w:rsidRDefault="00EA4832" w:rsidP="587FF5C2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 w:rsidR="0074617B">
        <w:rPr>
          <w:rFonts w:ascii="Corbel" w:eastAsia="Corbel" w:hAnsi="Corbel" w:cs="Corbel"/>
          <w:i/>
          <w:iCs/>
          <w:sz w:val="24"/>
          <w:szCs w:val="24"/>
        </w:rPr>
        <w:tab/>
      </w: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="0085747A" w:rsidRPr="587FF5C2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="0085747A" w:rsidRPr="587FF5C2">
        <w:rPr>
          <w:rFonts w:ascii="Corbel" w:eastAsia="Corbel" w:hAnsi="Corbel" w:cs="Corbel"/>
          <w:sz w:val="20"/>
          <w:szCs w:val="20"/>
        </w:rPr>
        <w:t>)</w:t>
      </w:r>
    </w:p>
    <w:p w14:paraId="0CC72299" w14:textId="40FB2E3D" w:rsidR="00445970" w:rsidRPr="00EA4832" w:rsidRDefault="00445970" w:rsidP="587FF5C2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587FF5C2">
        <w:rPr>
          <w:rFonts w:ascii="Corbel" w:eastAsia="Corbel" w:hAnsi="Corbel" w:cs="Corbel"/>
          <w:sz w:val="20"/>
          <w:szCs w:val="20"/>
        </w:rPr>
        <w:t xml:space="preserve">Rok akademicki </w:t>
      </w:r>
      <w:r w:rsidR="00DA429A" w:rsidRPr="587FF5C2">
        <w:rPr>
          <w:rFonts w:ascii="Corbel" w:eastAsia="Corbel" w:hAnsi="Corbel" w:cs="Corbel"/>
          <w:sz w:val="20"/>
          <w:szCs w:val="20"/>
        </w:rPr>
        <w:t>20</w:t>
      </w:r>
      <w:r w:rsidR="5AA2978D" w:rsidRPr="587FF5C2">
        <w:rPr>
          <w:rFonts w:ascii="Corbel" w:eastAsia="Corbel" w:hAnsi="Corbel" w:cs="Corbel"/>
          <w:sz w:val="20"/>
          <w:szCs w:val="20"/>
        </w:rPr>
        <w:t>2</w:t>
      </w:r>
      <w:r w:rsidR="00162963">
        <w:rPr>
          <w:rFonts w:ascii="Corbel" w:eastAsia="Corbel" w:hAnsi="Corbel" w:cs="Corbel"/>
          <w:sz w:val="20"/>
          <w:szCs w:val="20"/>
        </w:rPr>
        <w:t>2</w:t>
      </w:r>
      <w:r w:rsidR="00DA429A" w:rsidRPr="587FF5C2">
        <w:rPr>
          <w:rFonts w:ascii="Corbel" w:eastAsia="Corbel" w:hAnsi="Corbel" w:cs="Corbel"/>
          <w:sz w:val="20"/>
          <w:szCs w:val="20"/>
        </w:rPr>
        <w:t>/202</w:t>
      </w:r>
      <w:r w:rsidR="00162963">
        <w:rPr>
          <w:rFonts w:ascii="Corbel" w:eastAsia="Corbel" w:hAnsi="Corbel" w:cs="Corbel"/>
          <w:sz w:val="20"/>
          <w:szCs w:val="20"/>
        </w:rPr>
        <w:t>3</w:t>
      </w:r>
    </w:p>
    <w:p w14:paraId="0CC7229A" w14:textId="77777777" w:rsidR="0085747A" w:rsidRPr="009C54AE" w:rsidRDefault="0085747A" w:rsidP="587FF5C2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CC7229B" w14:textId="77777777" w:rsidR="0085747A" w:rsidRPr="009C54AE" w:rsidRDefault="0071620A" w:rsidP="587FF5C2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587FF5C2">
        <w:rPr>
          <w:rFonts w:ascii="Corbel" w:eastAsia="Corbel" w:hAnsi="Corbel" w:cs="Corbel"/>
        </w:rPr>
        <w:t xml:space="preserve">1. </w:t>
      </w:r>
      <w:r w:rsidR="0085747A" w:rsidRPr="587FF5C2">
        <w:rPr>
          <w:rFonts w:ascii="Corbel" w:eastAsia="Corbel" w:hAnsi="Corbel" w:cs="Corbel"/>
        </w:rPr>
        <w:t xml:space="preserve">Podstawowe </w:t>
      </w:r>
      <w:r w:rsidR="00445970" w:rsidRPr="587FF5C2">
        <w:rPr>
          <w:rFonts w:ascii="Corbel" w:eastAsia="Corbel" w:hAnsi="Corbel" w:cs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C7229E" w14:textId="77777777" w:rsidTr="66DAAAD8">
        <w:tc>
          <w:tcPr>
            <w:tcW w:w="2694" w:type="dxa"/>
            <w:vAlign w:val="center"/>
          </w:tcPr>
          <w:p w14:paraId="0CC7229C" w14:textId="77777777" w:rsidR="0085747A" w:rsidRPr="009C54AE" w:rsidRDefault="00C05F4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C7229D" w14:textId="77777777" w:rsidR="0085747A" w:rsidRPr="00B41C7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B41C7E">
              <w:rPr>
                <w:rFonts w:ascii="Corbel" w:eastAsia="Corbel" w:hAnsi="Corbel" w:cs="Corbel"/>
                <w:sz w:val="24"/>
                <w:szCs w:val="24"/>
              </w:rPr>
              <w:t>BEZPIECZEŃSTWO KONSUMENTÓW</w:t>
            </w:r>
          </w:p>
        </w:tc>
      </w:tr>
      <w:tr w:rsidR="0085747A" w:rsidRPr="009C54AE" w14:paraId="0CC722A1" w14:textId="77777777" w:rsidTr="66DAAAD8">
        <w:tc>
          <w:tcPr>
            <w:tcW w:w="2694" w:type="dxa"/>
            <w:vAlign w:val="center"/>
          </w:tcPr>
          <w:p w14:paraId="0CC7229F" w14:textId="77777777" w:rsidR="0085747A" w:rsidRPr="009C54AE" w:rsidRDefault="00C05F4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Kod przedmiotu</w:t>
            </w:r>
            <w:r w:rsidR="0085747A" w:rsidRPr="66DAAAD8">
              <w:rPr>
                <w:rFonts w:ascii="Corbel" w:eastAsia="Corbel" w:hAnsi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C722A0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BW27</w:t>
            </w:r>
          </w:p>
        </w:tc>
      </w:tr>
      <w:tr w:rsidR="0085747A" w:rsidRPr="009C54AE" w14:paraId="0CC722A4" w14:textId="77777777" w:rsidTr="66DAAAD8">
        <w:tc>
          <w:tcPr>
            <w:tcW w:w="2694" w:type="dxa"/>
            <w:vAlign w:val="center"/>
          </w:tcPr>
          <w:p w14:paraId="0CC722A2" w14:textId="77777777" w:rsidR="0085747A" w:rsidRPr="009C54AE" w:rsidRDefault="0085747A" w:rsidP="587FF5C2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</w:t>
            </w:r>
            <w:r w:rsidR="00C05F44" w:rsidRPr="66DAAAD8">
              <w:rPr>
                <w:rFonts w:ascii="Corbel" w:eastAsia="Corbel" w:hAnsi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C722A3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C722A7" w14:textId="77777777" w:rsidTr="66DAAAD8">
        <w:tc>
          <w:tcPr>
            <w:tcW w:w="2694" w:type="dxa"/>
            <w:vAlign w:val="center"/>
          </w:tcPr>
          <w:p w14:paraId="0CC722A5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C722A6" w14:textId="35C61D4B" w:rsidR="0085747A" w:rsidRPr="009C54AE" w:rsidRDefault="0074617B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Instytut Nauk o Polityce </w:t>
            </w:r>
            <w:bookmarkStart w:id="0" w:name="_GoBack"/>
            <w:bookmarkEnd w:id="0"/>
          </w:p>
        </w:tc>
      </w:tr>
      <w:tr w:rsidR="0085747A" w:rsidRPr="009C54AE" w14:paraId="0CC722AA" w14:textId="77777777" w:rsidTr="66DAAAD8">
        <w:tc>
          <w:tcPr>
            <w:tcW w:w="2694" w:type="dxa"/>
            <w:vAlign w:val="center"/>
          </w:tcPr>
          <w:p w14:paraId="0CC722A8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C722A9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0CC722AD" w14:textId="77777777" w:rsidTr="66DAAAD8">
        <w:tc>
          <w:tcPr>
            <w:tcW w:w="2694" w:type="dxa"/>
            <w:vAlign w:val="center"/>
          </w:tcPr>
          <w:p w14:paraId="0CC722AB" w14:textId="77777777" w:rsidR="0085747A" w:rsidRPr="009C54AE" w:rsidRDefault="00DE4A1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C722AC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0CC722B0" w14:textId="77777777" w:rsidTr="66DAAAD8">
        <w:tc>
          <w:tcPr>
            <w:tcW w:w="2694" w:type="dxa"/>
            <w:vAlign w:val="center"/>
          </w:tcPr>
          <w:p w14:paraId="0CC722AE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C722AF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0CC722B3" w14:textId="77777777" w:rsidTr="66DAAAD8">
        <w:tc>
          <w:tcPr>
            <w:tcW w:w="2694" w:type="dxa"/>
            <w:vAlign w:val="center"/>
          </w:tcPr>
          <w:p w14:paraId="0CC722B1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C722B2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CC722B6" w14:textId="77777777" w:rsidTr="66DAAAD8">
        <w:tc>
          <w:tcPr>
            <w:tcW w:w="2694" w:type="dxa"/>
            <w:vAlign w:val="center"/>
          </w:tcPr>
          <w:p w14:paraId="0CC722B4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Rok i semestr</w:t>
            </w:r>
            <w:r w:rsidR="0030395F" w:rsidRPr="66DAAAD8">
              <w:rPr>
                <w:rFonts w:ascii="Corbel" w:eastAsia="Corbel" w:hAnsi="Corbel" w:cs="Corbel"/>
                <w:sz w:val="24"/>
                <w:szCs w:val="24"/>
              </w:rPr>
              <w:t>/y</w:t>
            </w: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C722B5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I rok, II semestr</w:t>
            </w:r>
          </w:p>
        </w:tc>
      </w:tr>
      <w:tr w:rsidR="0085747A" w:rsidRPr="009C54AE" w14:paraId="0CC722B9" w14:textId="77777777" w:rsidTr="66DAAAD8">
        <w:tc>
          <w:tcPr>
            <w:tcW w:w="2694" w:type="dxa"/>
            <w:vAlign w:val="center"/>
          </w:tcPr>
          <w:p w14:paraId="0CC722B7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C722B8" w14:textId="77777777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14:paraId="0CC722BC" w14:textId="77777777" w:rsidTr="66DAAAD8">
        <w:tc>
          <w:tcPr>
            <w:tcW w:w="2694" w:type="dxa"/>
            <w:vAlign w:val="center"/>
          </w:tcPr>
          <w:p w14:paraId="0CC722BA" w14:textId="77777777" w:rsidR="00923D7D" w:rsidRPr="009C54AE" w:rsidRDefault="00923D7D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C722BB" w14:textId="77777777" w:rsidR="00923D7D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CC722BF" w14:textId="77777777" w:rsidTr="66DAAAD8">
        <w:tc>
          <w:tcPr>
            <w:tcW w:w="2694" w:type="dxa"/>
            <w:vAlign w:val="center"/>
          </w:tcPr>
          <w:p w14:paraId="0CC722BD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722BE" w14:textId="77777777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 xml:space="preserve">Dr Mira </w:t>
            </w:r>
            <w:proofErr w:type="spellStart"/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Malczyńska</w:t>
            </w:r>
            <w:proofErr w:type="spellEnd"/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-Biały</w:t>
            </w:r>
          </w:p>
        </w:tc>
      </w:tr>
      <w:tr w:rsidR="0085747A" w:rsidRPr="009C54AE" w14:paraId="0CC722C2" w14:textId="77777777" w:rsidTr="66DAAAD8">
        <w:tc>
          <w:tcPr>
            <w:tcW w:w="2694" w:type="dxa"/>
            <w:vAlign w:val="center"/>
          </w:tcPr>
          <w:p w14:paraId="0CC722C0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C722C1" w14:textId="77777777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 xml:space="preserve">Dr Mira </w:t>
            </w:r>
            <w:proofErr w:type="spellStart"/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Malczyńska</w:t>
            </w:r>
            <w:proofErr w:type="spellEnd"/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-Biały</w:t>
            </w:r>
          </w:p>
        </w:tc>
      </w:tr>
    </w:tbl>
    <w:p w14:paraId="0CC722C3" w14:textId="77777777" w:rsidR="0085747A" w:rsidRPr="009C54AE" w:rsidRDefault="0085747A" w:rsidP="587FF5C2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 xml:space="preserve">* </w:t>
      </w:r>
      <w:r w:rsidRPr="587FF5C2">
        <w:rPr>
          <w:rFonts w:ascii="Corbel" w:eastAsia="Corbel" w:hAnsi="Corbel" w:cs="Corbel"/>
          <w:i/>
          <w:iCs/>
          <w:sz w:val="24"/>
          <w:szCs w:val="24"/>
        </w:rPr>
        <w:t>-</w:t>
      </w:r>
      <w:r w:rsidR="00B90885"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="00B90885" w:rsidRPr="587FF5C2">
        <w:rPr>
          <w:rFonts w:ascii="Corbel" w:eastAsia="Corbel" w:hAnsi="Corbel" w:cs="Corbel"/>
          <w:b w:val="0"/>
          <w:sz w:val="24"/>
          <w:szCs w:val="24"/>
        </w:rPr>
        <w:t>e,</w:t>
      </w: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 xml:space="preserve">zgodnie z ustaleniami </w:t>
      </w:r>
      <w:r w:rsidR="00B90885"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>w Jednostce</w:t>
      </w:r>
    </w:p>
    <w:p w14:paraId="0CC722C4" w14:textId="77777777" w:rsidR="00923D7D" w:rsidRPr="009C54AE" w:rsidRDefault="00923D7D" w:rsidP="587FF5C2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0CC722C5" w14:textId="77777777" w:rsidR="0085747A" w:rsidRPr="009C54AE" w:rsidRDefault="0085747A" w:rsidP="587FF5C2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>1.</w:t>
      </w:r>
      <w:r w:rsidR="00E22FBC" w:rsidRPr="587FF5C2">
        <w:rPr>
          <w:rFonts w:ascii="Corbel" w:eastAsia="Corbel" w:hAnsi="Corbel" w:cs="Corbel"/>
          <w:sz w:val="24"/>
          <w:szCs w:val="24"/>
        </w:rPr>
        <w:t>1</w:t>
      </w:r>
      <w:r w:rsidRPr="587FF5C2">
        <w:rPr>
          <w:rFonts w:ascii="Corbel" w:eastAsia="Corbel" w:hAnsi="Corbel" w:cs="Corbel"/>
          <w:sz w:val="24"/>
          <w:szCs w:val="24"/>
        </w:rPr>
        <w:t xml:space="preserve">.Formy zajęć dydaktycznych, wymiar godzin i punktów ECTS </w:t>
      </w:r>
    </w:p>
    <w:p w14:paraId="0CC722C6" w14:textId="77777777" w:rsidR="00923D7D" w:rsidRPr="009C54AE" w:rsidRDefault="00923D7D" w:rsidP="587FF5C2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C722D2" w14:textId="77777777" w:rsidTr="587FF5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22C7" w14:textId="77777777" w:rsidR="00015B8F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Semestr</w:t>
            </w:r>
          </w:p>
          <w:p w14:paraId="0CC722C8" w14:textId="77777777" w:rsidR="00015B8F" w:rsidRPr="009C54AE" w:rsidRDefault="002B5EA0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(</w:t>
            </w:r>
            <w:r w:rsidR="00363F78" w:rsidRPr="587FF5C2">
              <w:rPr>
                <w:rFonts w:ascii="Corbel" w:eastAsia="Corbel" w:hAnsi="Corbel" w:cs="Corbel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9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Wykł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A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B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Konw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C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CD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Sem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E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F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587FF5C2">
              <w:rPr>
                <w:rFonts w:ascii="Corbel" w:eastAsia="Corbel" w:hAnsi="Corbel" w:cs="Corbel"/>
              </w:rPr>
              <w:t>Prakt</w:t>
            </w:r>
            <w:proofErr w:type="spellEnd"/>
            <w:r w:rsidRPr="587FF5C2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D0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D1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587FF5C2">
              <w:rPr>
                <w:rFonts w:ascii="Corbel" w:eastAsia="Corbel" w:hAnsi="Corbel" w:cs="Corbel"/>
                <w:b/>
                <w:bCs/>
              </w:rPr>
              <w:t>Liczba pkt</w:t>
            </w:r>
            <w:r w:rsidR="00B90885" w:rsidRPr="587FF5C2">
              <w:rPr>
                <w:rFonts w:ascii="Corbel" w:eastAsia="Corbel" w:hAnsi="Corbel" w:cs="Corbel"/>
                <w:b/>
                <w:bCs/>
              </w:rPr>
              <w:t>.</w:t>
            </w:r>
            <w:r w:rsidRPr="587FF5C2">
              <w:rPr>
                <w:rFonts w:ascii="Corbel" w:eastAsia="Corbel" w:hAnsi="Corbel" w:cs="Corbel"/>
                <w:b/>
                <w:bCs/>
              </w:rPr>
              <w:t xml:space="preserve"> ECTS</w:t>
            </w:r>
          </w:p>
        </w:tc>
      </w:tr>
      <w:tr w:rsidR="00015B8F" w:rsidRPr="009C54AE" w14:paraId="0CC722DD" w14:textId="77777777" w:rsidTr="587FF5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22D3" w14:textId="5E3E635D" w:rsidR="00015B8F" w:rsidRPr="009C54AE" w:rsidRDefault="00DA429A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4" w14:textId="72DFAC44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5" w14:textId="09E09D19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6" w14:textId="77777777" w:rsidR="00015B8F" w:rsidRPr="009C54AE" w:rsidRDefault="006335D0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7" w14:textId="08F78D3F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8" w14:textId="1BF2501A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9" w14:textId="39F7C159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A" w14:textId="70C14D3E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B" w14:textId="209D0998" w:rsidR="00015B8F" w:rsidRPr="009C54AE" w:rsidRDefault="00937A25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C" w14:textId="77777777" w:rsidR="00015B8F" w:rsidRPr="009C54AE" w:rsidRDefault="006E6594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3159401D" w14:textId="77777777" w:rsidR="00B41C7E" w:rsidRDefault="00B41C7E" w:rsidP="587FF5C2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smallCaps w:val="0"/>
        </w:rPr>
      </w:pPr>
    </w:p>
    <w:p w14:paraId="0CC722DE" w14:textId="71ED22B4" w:rsidR="0085747A" w:rsidRPr="009C54AE" w:rsidRDefault="0085747A" w:rsidP="587FF5C2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smallCaps w:val="0"/>
        </w:rPr>
        <w:t>1.</w:t>
      </w:r>
      <w:r w:rsidR="00E22FBC" w:rsidRPr="587FF5C2">
        <w:rPr>
          <w:rFonts w:ascii="Corbel" w:eastAsia="Corbel" w:hAnsi="Corbel" w:cs="Corbel"/>
          <w:smallCaps w:val="0"/>
        </w:rPr>
        <w:t>2</w:t>
      </w:r>
      <w:r w:rsidR="00F83B28" w:rsidRPr="587FF5C2">
        <w:rPr>
          <w:rFonts w:ascii="Corbel" w:eastAsia="Corbel" w:hAnsi="Corbel" w:cs="Corbel"/>
          <w:smallCaps w:val="0"/>
        </w:rPr>
        <w:t>.</w:t>
      </w:r>
      <w:r>
        <w:tab/>
      </w:r>
      <w:r w:rsidRPr="587FF5C2">
        <w:rPr>
          <w:rFonts w:ascii="Corbel" w:eastAsia="Corbel" w:hAnsi="Corbel" w:cs="Corbel"/>
          <w:smallCaps w:val="0"/>
        </w:rPr>
        <w:t xml:space="preserve">Sposób realizacji zajęć  </w:t>
      </w:r>
    </w:p>
    <w:p w14:paraId="0CC722DF" w14:textId="77777777" w:rsidR="0085747A" w:rsidRPr="009C54AE" w:rsidRDefault="006335D0" w:rsidP="587FF5C2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</w:rPr>
        <w:t>X</w:t>
      </w:r>
      <w:r w:rsidR="0085747A" w:rsidRPr="587FF5C2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14:paraId="0CC722E0" w14:textId="77777777" w:rsidR="0085747A" w:rsidRPr="009C54AE" w:rsidRDefault="0085747A" w:rsidP="587FF5C2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</w:rPr>
        <w:t>☐</w:t>
      </w:r>
      <w:r w:rsidRPr="587FF5C2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0CC722E1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CC722E2" w14:textId="77777777" w:rsidR="00E22FBC" w:rsidRPr="009C54AE" w:rsidRDefault="00E22FBC" w:rsidP="587FF5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587FF5C2">
        <w:rPr>
          <w:rFonts w:ascii="Corbel" w:eastAsia="Corbel" w:hAnsi="Corbel" w:cs="Corbel"/>
          <w:smallCaps w:val="0"/>
        </w:rPr>
        <w:t>For</w:t>
      </w:r>
      <w:r w:rsidR="00445970" w:rsidRPr="587FF5C2">
        <w:rPr>
          <w:rFonts w:ascii="Corbel" w:eastAsia="Corbel" w:hAnsi="Corbel" w:cs="Corbel"/>
          <w:smallCaps w:val="0"/>
        </w:rPr>
        <w:t xml:space="preserve">ma zaliczenia przedmiotu </w:t>
      </w:r>
      <w:r w:rsidRPr="587FF5C2">
        <w:rPr>
          <w:rFonts w:ascii="Corbel" w:eastAsia="Corbel" w:hAnsi="Corbel" w:cs="Corbel"/>
          <w:smallCaps w:val="0"/>
        </w:rPr>
        <w:t xml:space="preserve"> (z toku) </w:t>
      </w:r>
      <w:r w:rsidRPr="587FF5C2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21D54A0F" w14:textId="77777777" w:rsidR="00B41C7E" w:rsidRDefault="00B41C7E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2E3" w14:textId="314792BE" w:rsidR="009C54AE" w:rsidRDefault="009D4AA7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587FF5C2">
        <w:rPr>
          <w:rFonts w:ascii="Corbel" w:eastAsia="Corbel" w:hAnsi="Corbel" w:cs="Corbel"/>
          <w:b w:val="0"/>
        </w:rPr>
        <w:t>zaliczenie z oceną</w:t>
      </w:r>
    </w:p>
    <w:p w14:paraId="0CC722E4" w14:textId="77777777" w:rsidR="00E960BB" w:rsidRDefault="00E960BB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2E5" w14:textId="47FD6197" w:rsidR="00E960BB" w:rsidRDefault="0085747A" w:rsidP="587FF5C2">
      <w:pPr>
        <w:pStyle w:val="Punktygwne"/>
        <w:spacing w:before="0" w:after="0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</w:rPr>
        <w:t xml:space="preserve">2.Wymagania wstępne </w:t>
      </w:r>
    </w:p>
    <w:p w14:paraId="5E95BB84" w14:textId="77777777" w:rsidR="00B41C7E" w:rsidRPr="009C54AE" w:rsidRDefault="00B41C7E" w:rsidP="587FF5C2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2E7" w14:textId="77777777" w:rsidTr="66DAAAD8">
        <w:tc>
          <w:tcPr>
            <w:tcW w:w="9670" w:type="dxa"/>
          </w:tcPr>
          <w:p w14:paraId="0CC722E6" w14:textId="77777777" w:rsidR="0085747A" w:rsidRPr="009D4AA7" w:rsidRDefault="009D4AA7" w:rsidP="66DAAAD8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mallCaps w:val="0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przedsiębiorców.</w:t>
            </w:r>
          </w:p>
        </w:tc>
      </w:tr>
    </w:tbl>
    <w:p w14:paraId="0CC722E8" w14:textId="77777777" w:rsidR="00153C41" w:rsidRDefault="00153C41" w:rsidP="587FF5C2">
      <w:pPr>
        <w:pStyle w:val="Punktygwne"/>
        <w:spacing w:before="0" w:after="0"/>
        <w:rPr>
          <w:rFonts w:ascii="Corbel" w:eastAsia="Corbel" w:hAnsi="Corbel" w:cs="Corbel"/>
        </w:rPr>
      </w:pPr>
    </w:p>
    <w:p w14:paraId="0CC722E9" w14:textId="77777777" w:rsidR="0085747A" w:rsidRPr="00C05F44" w:rsidRDefault="0071620A" w:rsidP="587FF5C2">
      <w:pPr>
        <w:pStyle w:val="Punktygwne"/>
        <w:spacing w:before="0" w:after="0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</w:rPr>
        <w:t>3.</w:t>
      </w:r>
      <w:r w:rsidR="0085747A" w:rsidRPr="587FF5C2">
        <w:rPr>
          <w:rFonts w:ascii="Corbel" w:eastAsia="Corbel" w:hAnsi="Corbel" w:cs="Corbel"/>
        </w:rPr>
        <w:t xml:space="preserve"> </w:t>
      </w:r>
      <w:r w:rsidR="00A84C85" w:rsidRPr="587FF5C2">
        <w:rPr>
          <w:rFonts w:ascii="Corbel" w:eastAsia="Corbel" w:hAnsi="Corbel" w:cs="Corbel"/>
        </w:rPr>
        <w:t>cele, efekty uczenia się</w:t>
      </w:r>
      <w:r w:rsidR="0085747A" w:rsidRPr="587FF5C2">
        <w:rPr>
          <w:rFonts w:ascii="Corbel" w:eastAsia="Corbel" w:hAnsi="Corbel" w:cs="Corbel"/>
        </w:rPr>
        <w:t xml:space="preserve"> , treści Programowe i stosowane metody Dydaktyczne</w:t>
      </w:r>
    </w:p>
    <w:p w14:paraId="0CC722EA" w14:textId="77777777" w:rsidR="0085747A" w:rsidRPr="00C05F44" w:rsidRDefault="0085747A" w:rsidP="587FF5C2">
      <w:pPr>
        <w:pStyle w:val="Punktygwne"/>
        <w:spacing w:before="0" w:after="0"/>
        <w:rPr>
          <w:rFonts w:ascii="Corbel" w:eastAsia="Corbel" w:hAnsi="Corbel" w:cs="Corbel"/>
        </w:rPr>
      </w:pPr>
    </w:p>
    <w:p w14:paraId="0CC722EB" w14:textId="77777777" w:rsidR="0085747A" w:rsidRDefault="0071620A" w:rsidP="587FF5C2">
      <w:pPr>
        <w:pStyle w:val="Podpunkty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 xml:space="preserve">3.1 </w:t>
      </w:r>
      <w:r w:rsidR="00C05F44" w:rsidRPr="587FF5C2">
        <w:rPr>
          <w:rFonts w:ascii="Corbel" w:eastAsia="Corbel" w:hAnsi="Corbel" w:cs="Corbel"/>
          <w:sz w:val="24"/>
          <w:szCs w:val="24"/>
        </w:rPr>
        <w:t>Cele przedmiotu</w:t>
      </w:r>
    </w:p>
    <w:p w14:paraId="0CC722EC" w14:textId="77777777" w:rsidR="00F83B28" w:rsidRPr="009C54AE" w:rsidRDefault="00F83B28" w:rsidP="587FF5C2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CC722EF" w14:textId="77777777" w:rsidTr="66DAAAD8">
        <w:tc>
          <w:tcPr>
            <w:tcW w:w="851" w:type="dxa"/>
            <w:vAlign w:val="center"/>
          </w:tcPr>
          <w:p w14:paraId="0CC722ED" w14:textId="77777777" w:rsidR="0085747A" w:rsidRPr="009C54AE" w:rsidRDefault="0085747A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C722EE" w14:textId="77777777" w:rsidR="0085747A" w:rsidRPr="009C54AE" w:rsidRDefault="009D4AA7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Celem przedmiotu jest zapoznanie studenta z praktycznymi i teoretycznymi aspektami bezpieczeństwa konsumentów</w:t>
            </w:r>
          </w:p>
        </w:tc>
      </w:tr>
      <w:tr w:rsidR="0085747A" w:rsidRPr="009C54AE" w14:paraId="0CC722F2" w14:textId="77777777" w:rsidTr="66DAAAD8">
        <w:tc>
          <w:tcPr>
            <w:tcW w:w="851" w:type="dxa"/>
            <w:vAlign w:val="center"/>
          </w:tcPr>
          <w:p w14:paraId="0CC722F0" w14:textId="77777777" w:rsidR="0085747A" w:rsidRPr="009C54AE" w:rsidRDefault="009D4AA7" w:rsidP="587FF5C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C722F1" w14:textId="77777777" w:rsidR="0085747A" w:rsidRPr="009C54AE" w:rsidRDefault="009D4AA7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W szczególności   ma na celu poznanie najistotniejszych aspektów szeroko rozumianego bezpieczeństwa konsumentów, potrzeby ich edukacji, istoty nieuczciwych praktyk rynkowych oraz sposobów dochodzenia roszczeń konsumenckich</w:t>
            </w:r>
          </w:p>
        </w:tc>
      </w:tr>
    </w:tbl>
    <w:p w14:paraId="0CC722F3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0CC722F4" w14:textId="77777777" w:rsidR="001D7B54" w:rsidRPr="009C54AE" w:rsidRDefault="009F4610" w:rsidP="587FF5C2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 xml:space="preserve">3.2 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Efekty </w:t>
      </w:r>
      <w:r w:rsidR="00C05F44" w:rsidRPr="587FF5C2">
        <w:rPr>
          <w:rFonts w:ascii="Corbel" w:eastAsia="Corbel" w:hAnsi="Corbel" w:cs="Corbel"/>
          <w:b/>
          <w:bCs/>
          <w:sz w:val="24"/>
          <w:szCs w:val="24"/>
        </w:rPr>
        <w:t xml:space="preserve">uczenia się 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>dla przedmiotu</w:t>
      </w:r>
      <w:r w:rsidR="00445970" w:rsidRPr="587FF5C2">
        <w:rPr>
          <w:rFonts w:ascii="Corbel" w:eastAsia="Corbel" w:hAnsi="Corbel" w:cs="Corbel"/>
          <w:sz w:val="24"/>
          <w:szCs w:val="24"/>
        </w:rPr>
        <w:t xml:space="preserve"> </w:t>
      </w:r>
    </w:p>
    <w:p w14:paraId="0CC722F5" w14:textId="77777777" w:rsidR="001D7B54" w:rsidRPr="009C54AE" w:rsidRDefault="001D7B54" w:rsidP="587FF5C2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722F9" w14:textId="77777777" w:rsidTr="009D3D53">
        <w:tc>
          <w:tcPr>
            <w:tcW w:w="1681" w:type="dxa"/>
            <w:vAlign w:val="center"/>
          </w:tcPr>
          <w:p w14:paraId="0CC722F6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smallCaps w:val="0"/>
              </w:rPr>
              <w:t>EK</w:t>
            </w:r>
            <w:r w:rsidR="00A84C85" w:rsidRPr="587FF5C2">
              <w:rPr>
                <w:rFonts w:ascii="Corbel" w:eastAsia="Corbel" w:hAnsi="Corbel" w:cs="Corbel"/>
                <w:b w:val="0"/>
                <w:smallCaps w:val="0"/>
              </w:rPr>
              <w:t xml:space="preserve"> (</w:t>
            </w:r>
            <w:r w:rsidR="00C05F44" w:rsidRPr="587FF5C2">
              <w:rPr>
                <w:rFonts w:ascii="Corbel" w:eastAsia="Corbel" w:hAnsi="Corbel" w:cs="Corbel"/>
                <w:b w:val="0"/>
                <w:smallCaps w:val="0"/>
              </w:rPr>
              <w:t>efekt uczenia się</w:t>
            </w:r>
            <w:r w:rsidR="00B82308" w:rsidRPr="587FF5C2">
              <w:rPr>
                <w:rFonts w:ascii="Corbel" w:eastAsia="Corbel" w:hAnsi="Corbel" w:cs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0CC722F7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Treść efektu </w:t>
            </w:r>
            <w:r w:rsidR="00C05F44" w:rsidRPr="587FF5C2">
              <w:rPr>
                <w:rFonts w:ascii="Corbel" w:eastAsia="Corbel" w:hAnsi="Corbel" w:cs="Corbel"/>
                <w:b w:val="0"/>
                <w:smallCaps w:val="0"/>
              </w:rPr>
              <w:t xml:space="preserve">uczenia się </w:t>
            </w: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C722F8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="0030395F" w:rsidRPr="587FF5C2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726312" w:rsidRPr="009C54AE" w14:paraId="5F10AF65" w14:textId="77777777" w:rsidTr="009D3D53">
        <w:tc>
          <w:tcPr>
            <w:tcW w:w="1681" w:type="dxa"/>
            <w:vAlign w:val="center"/>
          </w:tcPr>
          <w:p w14:paraId="0FB46E4C" w14:textId="085002B9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  <w:vAlign w:val="center"/>
          </w:tcPr>
          <w:p w14:paraId="17F80E49" w14:textId="11CB00D4" w:rsidR="00726312" w:rsidRPr="00726312" w:rsidRDefault="009D3D53" w:rsidP="00726312">
            <w:pPr>
              <w:rPr>
                <w:rFonts w:ascii="Corbel" w:hAnsi="Corbel"/>
              </w:rPr>
            </w:pPr>
            <w:r>
              <w:rPr>
                <w:rFonts w:ascii="Corbel" w:eastAsia="Times New Roman" w:hAnsi="Corbel"/>
              </w:rPr>
              <w:t xml:space="preserve">Ma uporządkowaną wiedzę na temat konsumenta jako </w:t>
            </w:r>
            <w:r w:rsidR="00150BA4" w:rsidRPr="00664524">
              <w:rPr>
                <w:rFonts w:ascii="Corbel" w:hAnsi="Corbel" w:cs="Arial"/>
              </w:rPr>
              <w:t>podmiotu</w:t>
            </w:r>
            <w:r w:rsidR="00150BA4" w:rsidRPr="00664524"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 xml:space="preserve">wpływającego na </w:t>
            </w:r>
            <w:r w:rsidR="00150BA4" w:rsidRPr="00664524">
              <w:rPr>
                <w:rFonts w:ascii="Corbel" w:hAnsi="Corbel" w:cs="Arial"/>
              </w:rPr>
              <w:t>bezpieczne funkcjonowani</w:t>
            </w:r>
            <w:r>
              <w:rPr>
                <w:rFonts w:ascii="Corbel" w:hAnsi="Corbel" w:cs="Arial"/>
              </w:rPr>
              <w:t>e</w:t>
            </w:r>
            <w:r w:rsidR="00150BA4" w:rsidRPr="00664524">
              <w:rPr>
                <w:rFonts w:ascii="Corbel" w:hAnsi="Corbel" w:cs="Arial"/>
              </w:rPr>
              <w:t xml:space="preserve"> </w:t>
            </w:r>
            <w:r>
              <w:rPr>
                <w:rFonts w:ascii="Corbel" w:hAnsi="Corbel" w:cs="Arial"/>
              </w:rPr>
              <w:t>społeczeństwa i państwa.</w:t>
            </w:r>
          </w:p>
        </w:tc>
        <w:tc>
          <w:tcPr>
            <w:tcW w:w="1865" w:type="dxa"/>
            <w:vAlign w:val="center"/>
          </w:tcPr>
          <w:p w14:paraId="2248D499" w14:textId="49A00434" w:rsidR="00726312" w:rsidRPr="00937A25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K_W04</w:t>
            </w:r>
          </w:p>
        </w:tc>
      </w:tr>
      <w:tr w:rsidR="00726312" w:rsidRPr="009C54AE" w14:paraId="5FA702CF" w14:textId="77777777" w:rsidTr="009D3D53">
        <w:tc>
          <w:tcPr>
            <w:tcW w:w="1681" w:type="dxa"/>
            <w:vAlign w:val="center"/>
          </w:tcPr>
          <w:p w14:paraId="367BB795" w14:textId="67017C57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2</w:t>
            </w:r>
          </w:p>
        </w:tc>
        <w:tc>
          <w:tcPr>
            <w:tcW w:w="5974" w:type="dxa"/>
            <w:vAlign w:val="center"/>
          </w:tcPr>
          <w:p w14:paraId="433EA406" w14:textId="010EA7D9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Umie </w:t>
            </w:r>
            <w:r w:rsidR="009D3D53" w:rsidRPr="00664524">
              <w:rPr>
                <w:rFonts w:ascii="Corbel" w:hAnsi="Corbel"/>
              </w:rPr>
              <w:t>planować i organizować pracę indywidualną oraz w zespole, współdziałać z innymi osobami w zespole oraz proponować rozwiązania konkretnego problemu w zakresie bezpieczeństwa</w:t>
            </w:r>
            <w:r>
              <w:rPr>
                <w:rFonts w:ascii="Corbel" w:hAnsi="Corbel"/>
              </w:rPr>
              <w:t xml:space="preserve"> konsumentów </w:t>
            </w:r>
          </w:p>
        </w:tc>
        <w:tc>
          <w:tcPr>
            <w:tcW w:w="1865" w:type="dxa"/>
            <w:vAlign w:val="center"/>
          </w:tcPr>
          <w:p w14:paraId="55274C4D" w14:textId="61163C2C" w:rsidR="00726312" w:rsidRPr="00937A25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K_U01</w:t>
            </w:r>
          </w:p>
        </w:tc>
      </w:tr>
      <w:tr w:rsidR="00726312" w:rsidRPr="009C54AE" w14:paraId="2E075E65" w14:textId="77777777" w:rsidTr="009D3D53">
        <w:tc>
          <w:tcPr>
            <w:tcW w:w="1681" w:type="dxa"/>
            <w:vAlign w:val="center"/>
          </w:tcPr>
          <w:p w14:paraId="53B97E45" w14:textId="422479F1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3</w:t>
            </w:r>
          </w:p>
        </w:tc>
        <w:tc>
          <w:tcPr>
            <w:tcW w:w="5974" w:type="dxa"/>
            <w:vAlign w:val="center"/>
          </w:tcPr>
          <w:p w14:paraId="0E2DFCD4" w14:textId="4C2CD0D9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>D</w:t>
            </w:r>
            <w:r w:rsidR="009D3D53" w:rsidRPr="00664524">
              <w:rPr>
                <w:rFonts w:ascii="Corbel" w:hAnsi="Corbel"/>
              </w:rPr>
              <w:t>efi</w:t>
            </w:r>
            <w:r>
              <w:rPr>
                <w:rFonts w:ascii="Corbel" w:hAnsi="Corbel"/>
              </w:rPr>
              <w:t>niuje</w:t>
            </w:r>
            <w:r w:rsidR="009D3D53" w:rsidRPr="00664524">
              <w:rPr>
                <w:rFonts w:ascii="Corbel" w:hAnsi="Corbel"/>
              </w:rPr>
              <w:t>, interpret</w:t>
            </w:r>
            <w:r>
              <w:rPr>
                <w:rFonts w:ascii="Corbel" w:hAnsi="Corbel"/>
              </w:rPr>
              <w:t xml:space="preserve">uje </w:t>
            </w:r>
            <w:r w:rsidR="009D3D53" w:rsidRPr="00664524">
              <w:rPr>
                <w:rFonts w:ascii="Corbel" w:hAnsi="Corbel"/>
              </w:rPr>
              <w:t>i wyjaśni</w:t>
            </w:r>
            <w:r>
              <w:rPr>
                <w:rFonts w:ascii="Corbel" w:hAnsi="Corbel"/>
              </w:rPr>
              <w:t>a</w:t>
            </w:r>
            <w:r w:rsidR="009D3D53" w:rsidRPr="00664524">
              <w:rPr>
                <w:rFonts w:ascii="Corbel" w:hAnsi="Corbel"/>
              </w:rPr>
              <w:t xml:space="preserve"> zjawiska</w:t>
            </w:r>
            <w:r>
              <w:rPr>
                <w:rFonts w:ascii="Corbel" w:hAnsi="Corbel"/>
              </w:rPr>
              <w:t xml:space="preserve"> ekonomiczne </w:t>
            </w:r>
            <w:r w:rsidR="009D3D53" w:rsidRPr="00664524">
              <w:rPr>
                <w:rFonts w:ascii="Corbel" w:hAnsi="Corbel"/>
              </w:rPr>
              <w:t>związan</w:t>
            </w:r>
            <w:r>
              <w:rPr>
                <w:rFonts w:ascii="Corbel" w:hAnsi="Corbel"/>
              </w:rPr>
              <w:t>e</w:t>
            </w:r>
            <w:r w:rsidR="009D3D53" w:rsidRPr="00664524">
              <w:rPr>
                <w:rFonts w:ascii="Corbel" w:hAnsi="Corbel"/>
              </w:rPr>
              <w:t xml:space="preserve"> z kształtowaniem bezpieczeństwa</w:t>
            </w:r>
            <w:r>
              <w:rPr>
                <w:rFonts w:ascii="Corbel" w:hAnsi="Corbel"/>
              </w:rPr>
              <w:t xml:space="preserve"> konsumentów</w:t>
            </w:r>
            <w:r w:rsidR="009D3D53" w:rsidRPr="00664524">
              <w:rPr>
                <w:rFonts w:ascii="Corbel" w:hAnsi="Corbel"/>
              </w:rPr>
              <w:t xml:space="preserve"> z wykorzystaniem wiedzy z dyscyplin nauki o bezpieczeństwie i nauki o polityce i administracji</w:t>
            </w:r>
          </w:p>
        </w:tc>
        <w:tc>
          <w:tcPr>
            <w:tcW w:w="1865" w:type="dxa"/>
            <w:vAlign w:val="center"/>
          </w:tcPr>
          <w:p w14:paraId="154909BD" w14:textId="40981E88" w:rsidR="00726312" w:rsidRPr="00937A25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K_U04</w:t>
            </w:r>
          </w:p>
        </w:tc>
      </w:tr>
      <w:tr w:rsidR="00726312" w:rsidRPr="009C54AE" w14:paraId="35B49732" w14:textId="77777777" w:rsidTr="009D3D53">
        <w:tc>
          <w:tcPr>
            <w:tcW w:w="1681" w:type="dxa"/>
            <w:vAlign w:val="center"/>
          </w:tcPr>
          <w:p w14:paraId="34759A53" w14:textId="288D36B9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4</w:t>
            </w:r>
          </w:p>
        </w:tc>
        <w:tc>
          <w:tcPr>
            <w:tcW w:w="5974" w:type="dxa"/>
            <w:vAlign w:val="center"/>
          </w:tcPr>
          <w:p w14:paraId="1EAE3C12" w14:textId="2C5F271D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>P</w:t>
            </w:r>
            <w:r w:rsidR="009D3D53" w:rsidRPr="00664524">
              <w:rPr>
                <w:rFonts w:ascii="Corbel" w:hAnsi="Corbel"/>
              </w:rPr>
              <w:t>ogłębia, uzupełnia i doskonali zdobytą wiedzę</w:t>
            </w:r>
            <w:r>
              <w:rPr>
                <w:rFonts w:ascii="Corbel" w:hAnsi="Corbel"/>
              </w:rPr>
              <w:t xml:space="preserve"> z zakresu bezpieczeństwa konsumentów</w:t>
            </w:r>
            <w:r w:rsidR="009D3D53" w:rsidRPr="00664524">
              <w:rPr>
                <w:rFonts w:ascii="Corbel" w:hAnsi="Corbel"/>
              </w:rPr>
              <w:t xml:space="preserve"> oraz wykorzyst</w:t>
            </w:r>
            <w:r>
              <w:rPr>
                <w:rFonts w:ascii="Corbel" w:hAnsi="Corbel"/>
              </w:rPr>
              <w:t>uje</w:t>
            </w:r>
            <w:r w:rsidR="009D3D53" w:rsidRPr="00664524">
              <w:rPr>
                <w:rFonts w:ascii="Corbel" w:hAnsi="Corbel"/>
              </w:rPr>
              <w:t xml:space="preserve"> ją w rozwiązywaniu problemów zawodowych</w:t>
            </w:r>
          </w:p>
        </w:tc>
        <w:tc>
          <w:tcPr>
            <w:tcW w:w="1865" w:type="dxa"/>
            <w:vAlign w:val="center"/>
          </w:tcPr>
          <w:p w14:paraId="1D4330D2" w14:textId="18D288C2" w:rsidR="00726312" w:rsidRPr="00937A25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K_U07</w:t>
            </w:r>
          </w:p>
        </w:tc>
      </w:tr>
      <w:tr w:rsidR="009D3D53" w:rsidRPr="009C54AE" w14:paraId="75376C40" w14:textId="77777777" w:rsidTr="009D3D53">
        <w:tc>
          <w:tcPr>
            <w:tcW w:w="1681" w:type="dxa"/>
            <w:vAlign w:val="center"/>
          </w:tcPr>
          <w:p w14:paraId="08E1B0D9" w14:textId="3E942EE0" w:rsidR="009D3D53" w:rsidRPr="587FF5C2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5</w:t>
            </w:r>
          </w:p>
        </w:tc>
        <w:tc>
          <w:tcPr>
            <w:tcW w:w="5974" w:type="dxa"/>
            <w:vAlign w:val="center"/>
          </w:tcPr>
          <w:p w14:paraId="554A3725" w14:textId="0D3E15DB" w:rsidR="009D3D53" w:rsidRDefault="00A11CB4" w:rsidP="009D3D53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Ma wiedzę nt. </w:t>
            </w:r>
            <w:r w:rsidR="009D3D53" w:rsidRPr="00664524">
              <w:rPr>
                <w:rFonts w:ascii="Corbel" w:hAnsi="Corbel"/>
              </w:rPr>
              <w:t xml:space="preserve">działań </w:t>
            </w:r>
            <w:r>
              <w:rPr>
                <w:rFonts w:ascii="Corbel" w:hAnsi="Corbel"/>
              </w:rPr>
              <w:t xml:space="preserve">przedsiębiorców i konsumentów </w:t>
            </w:r>
            <w:r w:rsidR="009D3D53" w:rsidRPr="00664524">
              <w:rPr>
                <w:rFonts w:ascii="Corbel" w:hAnsi="Corbel"/>
              </w:rPr>
              <w:t>umożliwiających efektywne funkcjonowanie na rynku pracy</w:t>
            </w:r>
          </w:p>
        </w:tc>
        <w:tc>
          <w:tcPr>
            <w:tcW w:w="1865" w:type="dxa"/>
            <w:vAlign w:val="center"/>
          </w:tcPr>
          <w:p w14:paraId="1B3256C4" w14:textId="7C4B9B4B" w:rsidR="009D3D53" w:rsidRPr="00937A25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K_K03</w:t>
            </w:r>
          </w:p>
        </w:tc>
      </w:tr>
      <w:tr w:rsidR="009D3D53" w:rsidRPr="009C54AE" w14:paraId="02BA35D7" w14:textId="77777777" w:rsidTr="009D3D53">
        <w:tc>
          <w:tcPr>
            <w:tcW w:w="1681" w:type="dxa"/>
            <w:vAlign w:val="center"/>
          </w:tcPr>
          <w:p w14:paraId="2E309007" w14:textId="2B2090FC" w:rsidR="009D3D53" w:rsidRPr="587FF5C2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6</w:t>
            </w:r>
          </w:p>
        </w:tc>
        <w:tc>
          <w:tcPr>
            <w:tcW w:w="5974" w:type="dxa"/>
            <w:vAlign w:val="center"/>
          </w:tcPr>
          <w:p w14:paraId="18121AF6" w14:textId="24D52FFE" w:rsidR="009D3D53" w:rsidRDefault="00A11CB4" w:rsidP="009D3D53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Ma umiejętność </w:t>
            </w:r>
            <w:r w:rsidR="009D3D53" w:rsidRPr="00664524">
              <w:rPr>
                <w:rFonts w:ascii="Corbel" w:hAnsi="Corbel"/>
              </w:rPr>
              <w:t xml:space="preserve">zachowywania się w sposób profesjonalny i etyczny </w:t>
            </w:r>
            <w:r>
              <w:rPr>
                <w:rFonts w:ascii="Corbel" w:hAnsi="Corbel"/>
              </w:rPr>
              <w:t>podczas procesu zakupowego</w:t>
            </w:r>
          </w:p>
        </w:tc>
        <w:tc>
          <w:tcPr>
            <w:tcW w:w="1865" w:type="dxa"/>
            <w:vAlign w:val="center"/>
          </w:tcPr>
          <w:p w14:paraId="09A10E9C" w14:textId="71D4CDD0" w:rsidR="009D3D53" w:rsidRPr="00937A25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937A25">
              <w:rPr>
                <w:rFonts w:ascii="Corbel" w:eastAsia="Corbel" w:hAnsi="Corbel" w:cs="Corbel"/>
                <w:b w:val="0"/>
                <w:bCs/>
                <w:sz w:val="20"/>
              </w:rPr>
              <w:t>K_K05</w:t>
            </w:r>
          </w:p>
        </w:tc>
      </w:tr>
    </w:tbl>
    <w:p w14:paraId="0CC72316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317" w14:textId="77777777" w:rsidR="0085747A" w:rsidRPr="009C54AE" w:rsidRDefault="00675843" w:rsidP="587FF5C2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>3.3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0085747A" w:rsidRPr="587FF5C2">
        <w:rPr>
          <w:rFonts w:ascii="Corbel" w:eastAsia="Corbel" w:hAnsi="Corbel" w:cs="Corbel"/>
          <w:b/>
          <w:bCs/>
          <w:sz w:val="24"/>
          <w:szCs w:val="24"/>
        </w:rPr>
        <w:t>T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reści programowe </w:t>
      </w:r>
      <w:r w:rsidR="007327BD" w:rsidRPr="587FF5C2">
        <w:rPr>
          <w:rFonts w:ascii="Corbel" w:eastAsia="Corbel" w:hAnsi="Corbel" w:cs="Corbel"/>
          <w:sz w:val="24"/>
          <w:szCs w:val="24"/>
        </w:rPr>
        <w:t xml:space="preserve">  </w:t>
      </w:r>
    </w:p>
    <w:p w14:paraId="0CC72318" w14:textId="77777777" w:rsidR="0085747A" w:rsidRPr="009C54AE" w:rsidRDefault="00381830" w:rsidP="587FF5C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>Problematyka konwersatorium</w:t>
      </w:r>
    </w:p>
    <w:p w14:paraId="0CC72319" w14:textId="77777777" w:rsidR="00675843" w:rsidRPr="009C54AE" w:rsidRDefault="00675843" w:rsidP="587FF5C2">
      <w:pPr>
        <w:pStyle w:val="Akapitzlist"/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31B" w14:textId="77777777" w:rsidTr="66DAAAD8">
        <w:tc>
          <w:tcPr>
            <w:tcW w:w="9639" w:type="dxa"/>
          </w:tcPr>
          <w:p w14:paraId="0CC7231A" w14:textId="77777777" w:rsidR="0085747A" w:rsidRPr="009C54AE" w:rsidRDefault="0085747A" w:rsidP="00C95EE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381830" w:rsidRPr="009C54AE" w14:paraId="0CC7231D" w14:textId="77777777" w:rsidTr="66DAAAD8">
        <w:tc>
          <w:tcPr>
            <w:tcW w:w="9639" w:type="dxa"/>
          </w:tcPr>
          <w:p w14:paraId="0CC7231C" w14:textId="77777777" w:rsidR="00381830" w:rsidRPr="000F442A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Pojęcie poczucia bezpieczeństwa konsumenckiego</w:t>
            </w:r>
          </w:p>
        </w:tc>
      </w:tr>
      <w:tr w:rsidR="00381830" w:rsidRPr="009C54AE" w14:paraId="0CC7231F" w14:textId="77777777" w:rsidTr="66DAAAD8">
        <w:tc>
          <w:tcPr>
            <w:tcW w:w="9639" w:type="dxa"/>
          </w:tcPr>
          <w:p w14:paraId="0CC7231E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lastRenderedPageBreak/>
              <w:t>Potrzeba informacji i edukacji konsumenta a poczucie jego bezpieczeństwa</w:t>
            </w:r>
          </w:p>
        </w:tc>
      </w:tr>
      <w:tr w:rsidR="00381830" w:rsidRPr="009C54AE" w14:paraId="0CC72321" w14:textId="77777777" w:rsidTr="66DAAAD8">
        <w:tc>
          <w:tcPr>
            <w:tcW w:w="9639" w:type="dxa"/>
          </w:tcPr>
          <w:p w14:paraId="0CC72320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Pomoc konsumentów- wymiar instytucjonalny</w:t>
            </w:r>
          </w:p>
        </w:tc>
      </w:tr>
      <w:tr w:rsidR="00381830" w:rsidRPr="009C54AE" w14:paraId="0CC72323" w14:textId="77777777" w:rsidTr="66DAAAD8">
        <w:tc>
          <w:tcPr>
            <w:tcW w:w="9639" w:type="dxa"/>
          </w:tcPr>
          <w:p w14:paraId="0CC72322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Podmioty konsumenckiego ADR w Polsce</w:t>
            </w:r>
          </w:p>
        </w:tc>
      </w:tr>
      <w:tr w:rsidR="00381830" w:rsidRPr="009C54AE" w14:paraId="0CC72325" w14:textId="77777777" w:rsidTr="66DAAAD8">
        <w:tc>
          <w:tcPr>
            <w:tcW w:w="9639" w:type="dxa"/>
          </w:tcPr>
          <w:p w14:paraId="0CC72324" w14:textId="77777777" w:rsidR="00381830" w:rsidRPr="009D7AA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 Nieuczciwe praktyki rynkowe jak się przed nimi bronić?</w:t>
            </w:r>
          </w:p>
        </w:tc>
      </w:tr>
      <w:tr w:rsidR="00381830" w:rsidRPr="009C54AE" w14:paraId="0CC72327" w14:textId="77777777" w:rsidTr="66DAAAD8">
        <w:tc>
          <w:tcPr>
            <w:tcW w:w="9639" w:type="dxa"/>
          </w:tcPr>
          <w:p w14:paraId="0CC72326" w14:textId="77777777" w:rsidR="00381830" w:rsidRPr="009D7AA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Zasady dokonywania bezpiecznych zakupów konsumenckich</w:t>
            </w:r>
          </w:p>
        </w:tc>
      </w:tr>
      <w:tr w:rsidR="00381830" w:rsidRPr="009C54AE" w14:paraId="0CC72329" w14:textId="77777777" w:rsidTr="66DAAAD8">
        <w:tc>
          <w:tcPr>
            <w:tcW w:w="9639" w:type="dxa"/>
          </w:tcPr>
          <w:p w14:paraId="0CC72328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Gdzie szukać pomocy w razie naruszenia praw konsumenckich</w:t>
            </w:r>
          </w:p>
        </w:tc>
      </w:tr>
      <w:tr w:rsidR="00381830" w:rsidRPr="009C54AE" w14:paraId="0CC7232B" w14:textId="77777777" w:rsidTr="66DAAAD8">
        <w:tc>
          <w:tcPr>
            <w:tcW w:w="9639" w:type="dxa"/>
          </w:tcPr>
          <w:p w14:paraId="0CC7232A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Bezpieczny konsument w Internecie</w:t>
            </w:r>
          </w:p>
        </w:tc>
      </w:tr>
      <w:tr w:rsidR="00381830" w:rsidRPr="009C54AE" w14:paraId="0CC7232D" w14:textId="77777777" w:rsidTr="66DAAAD8">
        <w:tc>
          <w:tcPr>
            <w:tcW w:w="9639" w:type="dxa"/>
          </w:tcPr>
          <w:p w14:paraId="0CC7232C" w14:textId="24571B59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Bezpieczny konsument a zakupy transgraniczne</w:t>
            </w:r>
          </w:p>
        </w:tc>
      </w:tr>
      <w:tr w:rsidR="00381830" w:rsidRPr="009C54AE" w14:paraId="0CC7232F" w14:textId="77777777" w:rsidTr="66DAAAD8">
        <w:tc>
          <w:tcPr>
            <w:tcW w:w="9639" w:type="dxa"/>
          </w:tcPr>
          <w:p w14:paraId="0CC7232E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Ustawa o prawach konsumenta-analiza pod kontem bezpieczeństwa konsumenckiego</w:t>
            </w:r>
          </w:p>
        </w:tc>
      </w:tr>
      <w:tr w:rsidR="00381830" w:rsidRPr="009C54AE" w14:paraId="0CC72331" w14:textId="77777777" w:rsidTr="66DAAAD8">
        <w:tc>
          <w:tcPr>
            <w:tcW w:w="9639" w:type="dxa"/>
          </w:tcPr>
          <w:p w14:paraId="0CC72330" w14:textId="77777777" w:rsidR="00381830" w:rsidRPr="00B74D9F" w:rsidRDefault="00381830" w:rsidP="66DAAAD8">
            <w:pPr>
              <w:shd w:val="clear" w:color="auto" w:fill="FFFFFF" w:themeFill="background1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Umowa konsumencka a bezpieczeństwa konsumentów</w:t>
            </w:r>
          </w:p>
        </w:tc>
      </w:tr>
      <w:tr w:rsidR="00381830" w:rsidRPr="009C54AE" w14:paraId="0CC72333" w14:textId="77777777" w:rsidTr="66DAAAD8">
        <w:tc>
          <w:tcPr>
            <w:tcW w:w="9639" w:type="dxa"/>
          </w:tcPr>
          <w:p w14:paraId="0CC72332" w14:textId="77777777" w:rsidR="00381830" w:rsidRPr="00B74D9F" w:rsidRDefault="00381830" w:rsidP="66DAAAD8">
            <w:pPr>
              <w:shd w:val="clear" w:color="auto" w:fill="FFFFFF" w:themeFill="background1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Umowa na odległość i poza lokalem przedsiębiorstwa a bezpieczeństwo konsumentów</w:t>
            </w:r>
          </w:p>
        </w:tc>
      </w:tr>
      <w:tr w:rsidR="00381830" w:rsidRPr="009C54AE" w14:paraId="0CC72335" w14:textId="77777777" w:rsidTr="66DAAAD8">
        <w:tc>
          <w:tcPr>
            <w:tcW w:w="9639" w:type="dxa"/>
          </w:tcPr>
          <w:p w14:paraId="0CC72334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Instytucja gwarancji/ (karta gwarancyjna)</w:t>
            </w:r>
          </w:p>
        </w:tc>
      </w:tr>
      <w:tr w:rsidR="00381830" w:rsidRPr="009C54AE" w14:paraId="0CC72337" w14:textId="77777777" w:rsidTr="66DAAAD8">
        <w:tc>
          <w:tcPr>
            <w:tcW w:w="9639" w:type="dxa"/>
          </w:tcPr>
          <w:p w14:paraId="0CC72336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Niezgodność towaru z umową/rękojmia za wady fizyczne </w:t>
            </w:r>
          </w:p>
        </w:tc>
      </w:tr>
      <w:tr w:rsidR="00381830" w:rsidRPr="009C54AE" w14:paraId="0CC72339" w14:textId="77777777" w:rsidTr="66DAAAD8">
        <w:tc>
          <w:tcPr>
            <w:tcW w:w="9639" w:type="dxa"/>
          </w:tcPr>
          <w:p w14:paraId="0CC72338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Instytucje ochrony konsumentów w Polsce, wymiar praktyczny</w:t>
            </w:r>
          </w:p>
        </w:tc>
      </w:tr>
      <w:tr w:rsidR="00381830" w:rsidRPr="009C54AE" w14:paraId="0CC7233B" w14:textId="77777777" w:rsidTr="66DAAAD8">
        <w:tc>
          <w:tcPr>
            <w:tcW w:w="9639" w:type="dxa"/>
          </w:tcPr>
          <w:p w14:paraId="0CC7233A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Polubowne sądy konsumenckie/ Sądownictwo powszechne, wymiar praktyczny</w:t>
            </w:r>
          </w:p>
        </w:tc>
      </w:tr>
      <w:tr w:rsidR="00381830" w:rsidRPr="009C54AE" w14:paraId="0CC7233D" w14:textId="77777777" w:rsidTr="66DAAAD8">
        <w:tc>
          <w:tcPr>
            <w:tcW w:w="9639" w:type="dxa"/>
          </w:tcPr>
          <w:p w14:paraId="0CC7233C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Rozpoznajemy nieuczciwe praktyki rynkowe</w:t>
            </w:r>
          </w:p>
        </w:tc>
      </w:tr>
      <w:tr w:rsidR="00381830" w:rsidRPr="009C54AE" w14:paraId="0CC7233F" w14:textId="77777777" w:rsidTr="66DAAAD8">
        <w:tc>
          <w:tcPr>
            <w:tcW w:w="9639" w:type="dxa"/>
          </w:tcPr>
          <w:p w14:paraId="0CC7233E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Dochodzenie roszczeń konsumentów w usługach turystycznych</w:t>
            </w:r>
          </w:p>
        </w:tc>
      </w:tr>
    </w:tbl>
    <w:p w14:paraId="0CC72340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341" w14:textId="77777777" w:rsidR="0085747A" w:rsidRPr="009C54AE" w:rsidRDefault="009F4610" w:rsidP="587FF5C2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smallCaps w:val="0"/>
        </w:rPr>
        <w:t>3.4 Metody dydaktyczne</w:t>
      </w:r>
      <w:r w:rsidRPr="587FF5C2">
        <w:rPr>
          <w:rFonts w:ascii="Corbel" w:eastAsia="Corbel" w:hAnsi="Corbel" w:cs="Corbel"/>
          <w:b w:val="0"/>
          <w:smallCaps w:val="0"/>
        </w:rPr>
        <w:t xml:space="preserve"> </w:t>
      </w:r>
    </w:p>
    <w:p w14:paraId="0CC72347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441A243" w14:textId="23E2D50D" w:rsidR="00E960BB" w:rsidRPr="004C4C24" w:rsidRDefault="004C4C24" w:rsidP="587FF5C2">
      <w:pPr>
        <w:spacing w:line="360" w:lineRule="auto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  <w:spacing w:val="-5"/>
        </w:rPr>
        <w:t xml:space="preserve">Konwersatorium: </w:t>
      </w:r>
      <w:r w:rsidR="7E72C0F3" w:rsidRPr="587FF5C2">
        <w:rPr>
          <w:rFonts w:ascii="Corbel" w:eastAsia="Corbel" w:hAnsi="Corbel" w:cs="Corbel"/>
          <w:color w:val="000000" w:themeColor="text1"/>
          <w:sz w:val="24"/>
          <w:szCs w:val="24"/>
        </w:rPr>
        <w:t>prezentacja multimedialna, dyskusja, analiza wybranych materiałów źródłowych.</w:t>
      </w:r>
    </w:p>
    <w:p w14:paraId="0CC72349" w14:textId="77777777" w:rsidR="0085747A" w:rsidRPr="009C54AE" w:rsidRDefault="00C61DC5" w:rsidP="587FF5C2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 </w:t>
      </w:r>
      <w:r w:rsidR="0085747A" w:rsidRPr="587FF5C2">
        <w:rPr>
          <w:rFonts w:ascii="Corbel" w:eastAsia="Corbel" w:hAnsi="Corbel" w:cs="Corbel"/>
          <w:smallCaps w:val="0"/>
        </w:rPr>
        <w:t>METODY I KRYTERIA OCENY</w:t>
      </w:r>
      <w:r w:rsidR="009F4610" w:rsidRPr="587FF5C2">
        <w:rPr>
          <w:rFonts w:ascii="Corbel" w:eastAsia="Corbel" w:hAnsi="Corbel" w:cs="Corbel"/>
          <w:smallCaps w:val="0"/>
        </w:rPr>
        <w:t xml:space="preserve"> </w:t>
      </w:r>
    </w:p>
    <w:p w14:paraId="0CC7234A" w14:textId="77777777" w:rsidR="00923D7D" w:rsidRPr="009C54AE" w:rsidRDefault="00923D7D" w:rsidP="587FF5C2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0CC7234B" w14:textId="77777777" w:rsidR="0085747A" w:rsidRPr="009C54AE" w:rsidRDefault="0085747A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4.1 Sposoby weryfikacji efektów </w:t>
      </w:r>
      <w:r w:rsidR="00C05F44" w:rsidRPr="587FF5C2">
        <w:rPr>
          <w:rFonts w:ascii="Corbel" w:eastAsia="Corbel" w:hAnsi="Corbel" w:cs="Corbel"/>
          <w:smallCaps w:val="0"/>
        </w:rPr>
        <w:t>uczenia się</w:t>
      </w:r>
    </w:p>
    <w:p w14:paraId="0CC7234C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0CC72352" w14:textId="77777777" w:rsidTr="00E34A29">
        <w:tc>
          <w:tcPr>
            <w:tcW w:w="1961" w:type="dxa"/>
            <w:vAlign w:val="center"/>
          </w:tcPr>
          <w:p w14:paraId="0CC7234D" w14:textId="77777777" w:rsidR="0085747A" w:rsidRPr="009C54AE" w:rsidRDefault="0071620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CC7234E" w14:textId="77777777" w:rsidR="0085747A" w:rsidRPr="009C54AE" w:rsidRDefault="00F974D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0CC7234F" w14:textId="77777777" w:rsidR="0085747A" w:rsidRPr="009C54AE" w:rsidRDefault="009F4610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</w:t>
            </w:r>
            <w:r w:rsidR="0085747A"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0CC72350" w14:textId="77777777" w:rsidR="00923D7D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0CC72351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587FF5C2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587FF5C2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4C4C24" w:rsidRPr="00B74D9F" w14:paraId="0CC72356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3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4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Referat,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5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  <w:tr w:rsidR="004C4C24" w14:paraId="0CC7235A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7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8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udziału studenta w dyskusji,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9" w14:textId="77777777" w:rsidR="004C4C24" w:rsidRPr="004C4C24" w:rsidRDefault="004C4C24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  <w:tr w:rsidR="004C4C24" w14:paraId="0CC7235E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B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C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D" w14:textId="77777777" w:rsidR="004C4C24" w:rsidRPr="004C4C24" w:rsidRDefault="004C4C24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  <w:tr w:rsidR="004C4C24" w14:paraId="0CC72362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F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0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indywidualnej pracy studenta podczas zajęć,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1" w14:textId="77777777" w:rsidR="004C4C24" w:rsidRPr="004C4C24" w:rsidRDefault="004C4C24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  <w:tr w:rsidR="004C4C24" w14:paraId="0CC72366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3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4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5" w14:textId="77777777" w:rsidR="004C4C24" w:rsidRPr="004C4C24" w:rsidRDefault="004C4C24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  <w:tr w:rsidR="004C4C24" w14:paraId="0CC7236A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7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8" w14:textId="5B0CA81E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indywidualnej pracy studenta podczas zajęć</w:t>
            </w:r>
            <w:r w:rsidR="00E23934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referat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9" w14:textId="77777777" w:rsidR="004C4C24" w:rsidRPr="004C4C24" w:rsidRDefault="004C4C24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konwersatorium</w:t>
            </w:r>
          </w:p>
        </w:tc>
      </w:tr>
    </w:tbl>
    <w:p w14:paraId="0CC7236B" w14:textId="77777777" w:rsidR="00923D7D" w:rsidRPr="009C54AE" w:rsidRDefault="00923D7D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6C" w14:textId="77777777" w:rsidR="0085747A" w:rsidRPr="009C54AE" w:rsidRDefault="003E1941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4.2 </w:t>
      </w:r>
      <w:r w:rsidR="0085747A" w:rsidRPr="587FF5C2">
        <w:rPr>
          <w:rFonts w:ascii="Corbel" w:eastAsia="Corbel" w:hAnsi="Corbel" w:cs="Corbel"/>
          <w:smallCaps w:val="0"/>
        </w:rPr>
        <w:t>Warunki zaliczenia przedmiotu (kryteria oceniania)</w:t>
      </w:r>
      <w:r w:rsidR="00923D7D" w:rsidRPr="587FF5C2">
        <w:rPr>
          <w:rFonts w:ascii="Corbel" w:eastAsia="Corbel" w:hAnsi="Corbel" w:cs="Corbel"/>
          <w:smallCaps w:val="0"/>
        </w:rPr>
        <w:t xml:space="preserve"> </w:t>
      </w:r>
    </w:p>
    <w:p w14:paraId="0CC7236D" w14:textId="77777777" w:rsidR="00923D7D" w:rsidRPr="009C54AE" w:rsidRDefault="00923D7D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370" w14:textId="77777777" w:rsidTr="587FF5C2">
        <w:tc>
          <w:tcPr>
            <w:tcW w:w="9670" w:type="dxa"/>
          </w:tcPr>
          <w:p w14:paraId="0CC7236E" w14:textId="77777777" w:rsidR="004C4C24" w:rsidRPr="004C4C24" w:rsidRDefault="004C4C24" w:rsidP="587FF5C2">
            <w:pPr>
              <w:spacing w:after="0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lastRenderedPageBreak/>
              <w:t>Sposób zaliczenia: zaliczenie z oceną</w:t>
            </w:r>
          </w:p>
          <w:p w14:paraId="0CC7236F" w14:textId="19A2DE2E" w:rsidR="0085747A" w:rsidRPr="009C54AE" w:rsidRDefault="004C4C24" w:rsidP="587FF5C2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Forma zaliczenia:</w:t>
            </w:r>
            <w:r w:rsidR="40C0D68E" w:rsidRPr="587FF5C2">
              <w:rPr>
                <w:rFonts w:ascii="Corbel" w:eastAsia="Corbel" w:hAnsi="Corbel" w:cs="Corbel"/>
                <w:b w:val="0"/>
                <w:smallCaps w:val="0"/>
              </w:rPr>
              <w:t xml:space="preserve"> obecność na zajęciach, aktywność, egzamin ustny</w:t>
            </w:r>
          </w:p>
        </w:tc>
      </w:tr>
    </w:tbl>
    <w:p w14:paraId="0CC72371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72" w14:textId="77777777" w:rsidR="009F4610" w:rsidRPr="009C54AE" w:rsidRDefault="0085747A" w:rsidP="587FF5C2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 xml:space="preserve">5. </w:t>
      </w:r>
      <w:r w:rsidR="00C61DC5" w:rsidRPr="587FF5C2">
        <w:rPr>
          <w:rFonts w:ascii="Corbel" w:eastAsia="Corbel" w:hAnsi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C72373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CC72376" w14:textId="77777777" w:rsidTr="24936D23">
        <w:tc>
          <w:tcPr>
            <w:tcW w:w="4962" w:type="dxa"/>
            <w:vAlign w:val="center"/>
          </w:tcPr>
          <w:p w14:paraId="0CC72374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</w:t>
            </w:r>
            <w:r w:rsidR="0085747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ktywnoś</w:t>
            </w: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C72375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</w:t>
            </w:r>
            <w:r w:rsidR="0085747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iczba godzin</w:t>
            </w:r>
            <w:r w:rsidR="0071620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C72379" w14:textId="77777777" w:rsidTr="24936D23">
        <w:tc>
          <w:tcPr>
            <w:tcW w:w="4962" w:type="dxa"/>
          </w:tcPr>
          <w:p w14:paraId="0CC72377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587FF5C2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587FF5C2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3F205D" w:rsidRPr="587FF5C2">
              <w:rPr>
                <w:rFonts w:ascii="Corbel" w:eastAsia="Corbel" w:hAnsi="Corbel" w:cs="Corbel"/>
                <w:sz w:val="24"/>
                <w:szCs w:val="24"/>
              </w:rPr>
              <w:t xml:space="preserve"> z </w:t>
            </w:r>
            <w:r w:rsidR="000A3CDF" w:rsidRPr="587FF5C2">
              <w:rPr>
                <w:rFonts w:ascii="Corbel" w:eastAsia="Corbel" w:hAnsi="Corbel" w:cs="Corbel"/>
                <w:sz w:val="24"/>
                <w:szCs w:val="24"/>
              </w:rPr>
              <w:t xml:space="preserve">harmonogramu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C72378" w14:textId="77777777" w:rsidR="0085747A" w:rsidRPr="009C54AE" w:rsidRDefault="00FE278D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C61DC5" w:rsidRPr="009C54AE" w14:paraId="0CC7237D" w14:textId="77777777" w:rsidTr="24936D23">
        <w:tc>
          <w:tcPr>
            <w:tcW w:w="4962" w:type="dxa"/>
          </w:tcPr>
          <w:p w14:paraId="0CC7237A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  <w:r w:rsidR="000A3CDF" w:rsidRPr="587FF5C2">
              <w:rPr>
                <w:rFonts w:ascii="Corbel" w:eastAsia="Corbel" w:hAnsi="Corbel" w:cs="Corbel"/>
                <w:sz w:val="24"/>
                <w:szCs w:val="24"/>
              </w:rPr>
              <w:t xml:space="preserve"> akademickiego</w:t>
            </w:r>
          </w:p>
          <w:p w14:paraId="0CC7237B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C7237C" w14:textId="1EC534D2" w:rsidR="00C61DC5" w:rsidRPr="009C54AE" w:rsidRDefault="23AD8C7E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C61DC5" w:rsidRPr="009C54AE" w14:paraId="0CC72381" w14:textId="77777777" w:rsidTr="24936D23">
        <w:tc>
          <w:tcPr>
            <w:tcW w:w="4962" w:type="dxa"/>
          </w:tcPr>
          <w:p w14:paraId="0CC7237E" w14:textId="37DA2CA8" w:rsidR="0071620A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Godziny nie</w:t>
            </w:r>
            <w:r w:rsidR="0083262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kontaktowe – praca własna studenta</w:t>
            </w:r>
          </w:p>
          <w:p w14:paraId="0CC7237F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C72380" w14:textId="1823781A" w:rsidR="00C61DC5" w:rsidRPr="009C54AE" w:rsidRDefault="44831B75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45</w:t>
            </w:r>
          </w:p>
        </w:tc>
      </w:tr>
      <w:tr w:rsidR="0085747A" w:rsidRPr="009C54AE" w14:paraId="0CC72384" w14:textId="77777777" w:rsidTr="24936D23">
        <w:tc>
          <w:tcPr>
            <w:tcW w:w="4962" w:type="dxa"/>
          </w:tcPr>
          <w:p w14:paraId="0CC72382" w14:textId="77777777" w:rsidR="0085747A" w:rsidRPr="009C54AE" w:rsidRDefault="0085747A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72383" w14:textId="77777777" w:rsidR="0085747A" w:rsidRPr="009C54AE" w:rsidRDefault="006E6594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90</w:t>
            </w:r>
          </w:p>
        </w:tc>
      </w:tr>
      <w:tr w:rsidR="0085747A" w:rsidRPr="009C54AE" w14:paraId="0CC72387" w14:textId="77777777" w:rsidTr="24936D23">
        <w:tc>
          <w:tcPr>
            <w:tcW w:w="4962" w:type="dxa"/>
          </w:tcPr>
          <w:p w14:paraId="0CC72385" w14:textId="77777777" w:rsidR="0085747A" w:rsidRPr="009C54AE" w:rsidRDefault="0085747A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C72386" w14:textId="77777777" w:rsidR="0085747A" w:rsidRPr="009C54AE" w:rsidRDefault="006E6594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0CC72388" w14:textId="77777777" w:rsidR="0085747A" w:rsidRPr="009C54AE" w:rsidRDefault="00923D7D" w:rsidP="587FF5C2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587FF5C2">
        <w:rPr>
          <w:rFonts w:ascii="Corbel" w:eastAsia="Corbel" w:hAnsi="Corbel" w:cs="Corbel"/>
          <w:b w:val="0"/>
          <w:i/>
          <w:iCs/>
          <w:smallCaps w:val="0"/>
        </w:rPr>
        <w:t xml:space="preserve">* </w:t>
      </w:r>
      <w:r w:rsidR="00C61DC5" w:rsidRPr="587FF5C2">
        <w:rPr>
          <w:rFonts w:ascii="Corbel" w:eastAsia="Corbel" w:hAnsi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14:paraId="0CC72389" w14:textId="77777777" w:rsidR="003E1941" w:rsidRPr="009C54AE" w:rsidRDefault="003E1941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8A" w14:textId="77777777" w:rsidR="0085747A" w:rsidRPr="009C54AE" w:rsidRDefault="0071620A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6. </w:t>
      </w:r>
      <w:r w:rsidR="0085747A" w:rsidRPr="587FF5C2">
        <w:rPr>
          <w:rFonts w:ascii="Corbel" w:eastAsia="Corbel" w:hAnsi="Corbel" w:cs="Corbel"/>
          <w:smallCaps w:val="0"/>
        </w:rPr>
        <w:t>PRAKTYKI ZAWO</w:t>
      </w:r>
      <w:r w:rsidR="009D3F3B" w:rsidRPr="587FF5C2">
        <w:rPr>
          <w:rFonts w:ascii="Corbel" w:eastAsia="Corbel" w:hAnsi="Corbel" w:cs="Corbel"/>
          <w:smallCaps w:val="0"/>
        </w:rPr>
        <w:t>DOWE W RAMACH PRZEDMIOTU</w:t>
      </w:r>
    </w:p>
    <w:p w14:paraId="0CC7238B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C7238E" w14:textId="77777777" w:rsidTr="587FF5C2">
        <w:trPr>
          <w:trHeight w:val="397"/>
        </w:trPr>
        <w:tc>
          <w:tcPr>
            <w:tcW w:w="3544" w:type="dxa"/>
          </w:tcPr>
          <w:p w14:paraId="0CC7238C" w14:textId="77777777" w:rsidR="0085747A" w:rsidRPr="009C54AE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0CC7238D" w14:textId="377AA147" w:rsidR="0085747A" w:rsidRPr="009C54AE" w:rsidRDefault="00937A25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/>
              </w:rPr>
              <w:t>Nie dotyczy</w:t>
            </w:r>
          </w:p>
        </w:tc>
      </w:tr>
      <w:tr w:rsidR="0085747A" w:rsidRPr="009C54AE" w14:paraId="0CC72391" w14:textId="77777777" w:rsidTr="587FF5C2">
        <w:trPr>
          <w:trHeight w:val="397"/>
        </w:trPr>
        <w:tc>
          <w:tcPr>
            <w:tcW w:w="3544" w:type="dxa"/>
          </w:tcPr>
          <w:p w14:paraId="0CC7238F" w14:textId="77777777" w:rsidR="0085747A" w:rsidRPr="009C54AE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C72390" w14:textId="715EDA52" w:rsidR="0085747A" w:rsidRPr="009C54AE" w:rsidRDefault="00937A25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14:paraId="0CC72392" w14:textId="77777777" w:rsidR="003E1941" w:rsidRPr="009C54AE" w:rsidRDefault="003E1941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93" w14:textId="77777777" w:rsidR="0085747A" w:rsidRPr="009C54AE" w:rsidRDefault="00675843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7. </w:t>
      </w:r>
      <w:r w:rsidR="0085747A" w:rsidRPr="587FF5C2">
        <w:rPr>
          <w:rFonts w:ascii="Corbel" w:eastAsia="Corbel" w:hAnsi="Corbel" w:cs="Corbel"/>
          <w:smallCaps w:val="0"/>
        </w:rPr>
        <w:t>LITERATURA</w:t>
      </w:r>
      <w:r w:rsidRPr="587FF5C2">
        <w:rPr>
          <w:rFonts w:ascii="Corbel" w:eastAsia="Corbel" w:hAnsi="Corbel" w:cs="Corbel"/>
          <w:smallCaps w:val="0"/>
        </w:rPr>
        <w:t xml:space="preserve"> </w:t>
      </w:r>
    </w:p>
    <w:p w14:paraId="0CC72394" w14:textId="77777777" w:rsidR="00675843" w:rsidRPr="009C54AE" w:rsidRDefault="00675843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CC72399" w14:textId="77777777" w:rsidTr="587FF5C2">
        <w:trPr>
          <w:trHeight w:val="397"/>
        </w:trPr>
        <w:tc>
          <w:tcPr>
            <w:tcW w:w="7513" w:type="dxa"/>
          </w:tcPr>
          <w:p w14:paraId="0CC72395" w14:textId="14949A41" w:rsidR="00FE278D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Literatura podstawowa:</w:t>
            </w:r>
          </w:p>
          <w:p w14:paraId="23EE67BD" w14:textId="0C0E7303" w:rsidR="00832620" w:rsidRPr="00F36899" w:rsidRDefault="0083262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  <w:p w14:paraId="5544BD76" w14:textId="14E3CC8B" w:rsidR="00832620" w:rsidRPr="00E303E1" w:rsidRDefault="00F36899" w:rsidP="0083262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Cs w:val="24"/>
              </w:rPr>
            </w:pPr>
            <w:proofErr w:type="spellStart"/>
            <w:r w:rsidRPr="00F3689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Malczyńska</w:t>
            </w:r>
            <w:proofErr w:type="spellEnd"/>
            <w:r w:rsidRPr="00F3689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-Biały M.</w:t>
            </w:r>
            <w:r w:rsidRPr="00F36899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Cs w:val="24"/>
              </w:rPr>
              <w:t>,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Cs w:val="24"/>
              </w:rPr>
              <w:t xml:space="preserve"> </w:t>
            </w:r>
            <w:r w:rsidR="00832620" w:rsidRPr="00832620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Polityka konsumencka Unii Europejskiej po 2002 roku</w:t>
            </w:r>
            <w:r w:rsidR="00832620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, Wydawnictwo Uniwersytetu Rzeszowskiego, Rzeszów 2021.</w:t>
            </w:r>
          </w:p>
          <w:p w14:paraId="26C62431" w14:textId="0BFF2F73" w:rsidR="00FE278D" w:rsidRPr="00F36899" w:rsidRDefault="0083262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 </w:t>
            </w:r>
          </w:p>
          <w:p w14:paraId="5EA57850" w14:textId="24AF4342" w:rsidR="00FE278D" w:rsidRPr="009C54AE" w:rsidRDefault="37748958" w:rsidP="587FF5C2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-Biały M.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, Alternatywne sposoby pozasądowego rozwiązywania sporów konsumenckich w województwie podkarpackim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Uniwersytetu Rzeszowskiego, Rzeszów 2016</w:t>
            </w:r>
            <w:r w:rsidR="0083262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 </w:t>
            </w:r>
          </w:p>
          <w:p w14:paraId="101657C6" w14:textId="6600E1CB" w:rsidR="00FE278D" w:rsidRPr="009C54AE" w:rsidRDefault="37748958" w:rsidP="587FF5C2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Normalizacja europejska a bezpieczeństwo produktów konsumenckich, 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[w:] Współczesna polityka bezpieczeństwa – aspekty militarne i społeczno-gospodarcze, red. M. Delong, M. </w:t>
            </w: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-Biały, Wydawnictwo Uniwersytetu Rzeszowskiego, Rzeszów 2018</w:t>
            </w:r>
            <w:r w:rsidR="0083262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0CC72398" w14:textId="2ED8B828" w:rsidR="00FE278D" w:rsidRPr="009C54AE" w:rsidRDefault="00FE278D" w:rsidP="00F36899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bCs/>
                <w:smallCaps/>
                <w:color w:val="000000"/>
                <w:szCs w:val="24"/>
              </w:rPr>
            </w:pPr>
          </w:p>
        </w:tc>
      </w:tr>
      <w:tr w:rsidR="0085747A" w:rsidRPr="009C54AE" w14:paraId="0CC723A1" w14:textId="77777777" w:rsidTr="587FF5C2">
        <w:trPr>
          <w:trHeight w:val="397"/>
        </w:trPr>
        <w:tc>
          <w:tcPr>
            <w:tcW w:w="7513" w:type="dxa"/>
          </w:tcPr>
          <w:p w14:paraId="0CC7239A" w14:textId="4BB2846D" w:rsidR="0085747A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1A8F31C0" w14:textId="447A10EE" w:rsidR="00F36899" w:rsidRPr="00F36899" w:rsidRDefault="00F36899" w:rsidP="00F36899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Nieuczciwe praktyki handlowe a bezpieczeństwo konsumentów w Unii Europejskiej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[w:]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Bezpieczeństwo Stosunki międzynarodowe Prawa człowieka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red. K. Żarna, Rzeszów 2019, tom I, s. 89-96.</w:t>
            </w:r>
          </w:p>
          <w:p w14:paraId="2FE6723D" w14:textId="1F80B923" w:rsidR="2D8754C4" w:rsidRDefault="2D8754C4" w:rsidP="587FF5C2">
            <w:pPr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Naruszenie zbiorowych interesów konsumentów. Kontekst polityczno-prawny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[w:]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Naruszenia praw człowieka we współczesnym świecie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red. M. </w:t>
            </w: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-Biały, K. Żarna, Wydawnictwo Uniwersytetu Rzeszowskiego, Rzeszów 2018, s. 148-155.  </w:t>
            </w:r>
          </w:p>
          <w:p w14:paraId="0CC723A0" w14:textId="5A65E6D9" w:rsidR="00FE278D" w:rsidRPr="00E303E1" w:rsidRDefault="2D8754C4" w:rsidP="00E303E1">
            <w:pPr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</w:t>
            </w:r>
            <w:proofErr w:type="spellEnd"/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-Biały M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. Ewolucja polityki konsumenckiej w Polsce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Rzeszów 2012.  </w:t>
            </w:r>
          </w:p>
        </w:tc>
      </w:tr>
    </w:tbl>
    <w:p w14:paraId="0CC723A2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A3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A4" w14:textId="7C3DA5EE" w:rsidR="0085747A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64138FAC" w14:textId="5D7BAF32" w:rsidR="00DA429A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p w14:paraId="6CFCF8B6" w14:textId="06004E71" w:rsidR="00DA429A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p w14:paraId="50FD7FB9" w14:textId="66980515" w:rsidR="00DA429A" w:rsidRPr="009C54AE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sectPr w:rsidR="00DA429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F3A87" w14:textId="77777777" w:rsidR="00AA7F9B" w:rsidRDefault="00AA7F9B" w:rsidP="00C16ABF">
      <w:pPr>
        <w:spacing w:after="0" w:line="240" w:lineRule="auto"/>
      </w:pPr>
      <w:r>
        <w:separator/>
      </w:r>
    </w:p>
  </w:endnote>
  <w:endnote w:type="continuationSeparator" w:id="0">
    <w:p w14:paraId="4AF5FE4A" w14:textId="77777777" w:rsidR="00AA7F9B" w:rsidRDefault="00AA7F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CE3C8" w14:textId="77777777" w:rsidR="00AA7F9B" w:rsidRDefault="00AA7F9B" w:rsidP="00C16ABF">
      <w:pPr>
        <w:spacing w:after="0" w:line="240" w:lineRule="auto"/>
      </w:pPr>
      <w:r>
        <w:separator/>
      </w:r>
    </w:p>
  </w:footnote>
  <w:footnote w:type="continuationSeparator" w:id="0">
    <w:p w14:paraId="139078AD" w14:textId="77777777" w:rsidR="00AA7F9B" w:rsidRDefault="00AA7F9B" w:rsidP="00C16ABF">
      <w:pPr>
        <w:spacing w:after="0" w:line="240" w:lineRule="auto"/>
      </w:pPr>
      <w:r>
        <w:continuationSeparator/>
      </w:r>
    </w:p>
  </w:footnote>
  <w:footnote w:id="1">
    <w:p w14:paraId="0CC723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03817"/>
    <w:multiLevelType w:val="hybridMultilevel"/>
    <w:tmpl w:val="FE5E2512"/>
    <w:lvl w:ilvl="0" w:tplc="73DEA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4B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E62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CD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4E8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4AF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DA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C0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381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94C"/>
    <w:rsid w:val="000048FD"/>
    <w:rsid w:val="000077B4"/>
    <w:rsid w:val="00010765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D69"/>
    <w:rsid w:val="000F1C57"/>
    <w:rsid w:val="000F5615"/>
    <w:rsid w:val="00124BFF"/>
    <w:rsid w:val="0012560E"/>
    <w:rsid w:val="00127108"/>
    <w:rsid w:val="00134B13"/>
    <w:rsid w:val="00146BC0"/>
    <w:rsid w:val="00150BA4"/>
    <w:rsid w:val="00153C41"/>
    <w:rsid w:val="00154381"/>
    <w:rsid w:val="00162963"/>
    <w:rsid w:val="001640A7"/>
    <w:rsid w:val="00164FA7"/>
    <w:rsid w:val="00166A03"/>
    <w:rsid w:val="001718A7"/>
    <w:rsid w:val="001737CF"/>
    <w:rsid w:val="00176083"/>
    <w:rsid w:val="00183AEA"/>
    <w:rsid w:val="00192F37"/>
    <w:rsid w:val="001A70D2"/>
    <w:rsid w:val="001B5540"/>
    <w:rsid w:val="001D657B"/>
    <w:rsid w:val="001D7B54"/>
    <w:rsid w:val="001E0209"/>
    <w:rsid w:val="001F2CA2"/>
    <w:rsid w:val="002144C0"/>
    <w:rsid w:val="0022477D"/>
    <w:rsid w:val="002278A9"/>
    <w:rsid w:val="002336F9"/>
    <w:rsid w:val="00234C1D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E3C"/>
    <w:rsid w:val="0038183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C2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90F"/>
    <w:rsid w:val="0059484D"/>
    <w:rsid w:val="005A0855"/>
    <w:rsid w:val="005A2431"/>
    <w:rsid w:val="005A3196"/>
    <w:rsid w:val="005C080F"/>
    <w:rsid w:val="005C55E5"/>
    <w:rsid w:val="005C696A"/>
    <w:rsid w:val="005E6E85"/>
    <w:rsid w:val="005F31D2"/>
    <w:rsid w:val="00605FED"/>
    <w:rsid w:val="0061029B"/>
    <w:rsid w:val="00617230"/>
    <w:rsid w:val="00621CE1"/>
    <w:rsid w:val="00627FC9"/>
    <w:rsid w:val="006335D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594"/>
    <w:rsid w:val="006F1282"/>
    <w:rsid w:val="006F1FBC"/>
    <w:rsid w:val="006F3044"/>
    <w:rsid w:val="006F31E2"/>
    <w:rsid w:val="00706544"/>
    <w:rsid w:val="007072BA"/>
    <w:rsid w:val="0071620A"/>
    <w:rsid w:val="00724677"/>
    <w:rsid w:val="00725459"/>
    <w:rsid w:val="00726312"/>
    <w:rsid w:val="007327BD"/>
    <w:rsid w:val="00734608"/>
    <w:rsid w:val="00745302"/>
    <w:rsid w:val="0074617B"/>
    <w:rsid w:val="007461D6"/>
    <w:rsid w:val="00746EC8"/>
    <w:rsid w:val="00753E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32620"/>
    <w:rsid w:val="008449B3"/>
    <w:rsid w:val="0084748C"/>
    <w:rsid w:val="008552A2"/>
    <w:rsid w:val="0085747A"/>
    <w:rsid w:val="0086015E"/>
    <w:rsid w:val="00884922"/>
    <w:rsid w:val="00885F64"/>
    <w:rsid w:val="008917F9"/>
    <w:rsid w:val="008A45F7"/>
    <w:rsid w:val="008C0CC0"/>
    <w:rsid w:val="008C12A4"/>
    <w:rsid w:val="008C19A9"/>
    <w:rsid w:val="008C379D"/>
    <w:rsid w:val="008C5147"/>
    <w:rsid w:val="008C5359"/>
    <w:rsid w:val="008C5363"/>
    <w:rsid w:val="008C7887"/>
    <w:rsid w:val="008D14A1"/>
    <w:rsid w:val="008D1FE5"/>
    <w:rsid w:val="008D3DFB"/>
    <w:rsid w:val="008E64F4"/>
    <w:rsid w:val="008F12C9"/>
    <w:rsid w:val="008F6E29"/>
    <w:rsid w:val="00916188"/>
    <w:rsid w:val="00916FA5"/>
    <w:rsid w:val="00923D7D"/>
    <w:rsid w:val="00937A25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D53"/>
    <w:rsid w:val="009D3F3B"/>
    <w:rsid w:val="009D4AA7"/>
    <w:rsid w:val="009E0543"/>
    <w:rsid w:val="009E1E1A"/>
    <w:rsid w:val="009E3B41"/>
    <w:rsid w:val="009F3C5C"/>
    <w:rsid w:val="009F4610"/>
    <w:rsid w:val="00A00ECC"/>
    <w:rsid w:val="00A11CB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A7F9B"/>
    <w:rsid w:val="00AB053C"/>
    <w:rsid w:val="00AB1E4D"/>
    <w:rsid w:val="00AD1146"/>
    <w:rsid w:val="00AD27D3"/>
    <w:rsid w:val="00AD66D6"/>
    <w:rsid w:val="00AE1160"/>
    <w:rsid w:val="00AE203C"/>
    <w:rsid w:val="00AE2E74"/>
    <w:rsid w:val="00AE5FCB"/>
    <w:rsid w:val="00AF0082"/>
    <w:rsid w:val="00AF2C1E"/>
    <w:rsid w:val="00B06142"/>
    <w:rsid w:val="00B135B1"/>
    <w:rsid w:val="00B3130B"/>
    <w:rsid w:val="00B33E61"/>
    <w:rsid w:val="00B40ADB"/>
    <w:rsid w:val="00B41C7E"/>
    <w:rsid w:val="00B43B77"/>
    <w:rsid w:val="00B43E80"/>
    <w:rsid w:val="00B607DB"/>
    <w:rsid w:val="00B66035"/>
    <w:rsid w:val="00B66529"/>
    <w:rsid w:val="00B75946"/>
    <w:rsid w:val="00B8056E"/>
    <w:rsid w:val="00B819C8"/>
    <w:rsid w:val="00B82308"/>
    <w:rsid w:val="00B90885"/>
    <w:rsid w:val="00B9476D"/>
    <w:rsid w:val="00BB329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95EE8"/>
    <w:rsid w:val="00CA2B96"/>
    <w:rsid w:val="00CA5089"/>
    <w:rsid w:val="00CD4D8B"/>
    <w:rsid w:val="00CD6897"/>
    <w:rsid w:val="00CE5BAC"/>
    <w:rsid w:val="00CF25BE"/>
    <w:rsid w:val="00CF78ED"/>
    <w:rsid w:val="00D02B25"/>
    <w:rsid w:val="00D02EBA"/>
    <w:rsid w:val="00D0784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29A"/>
    <w:rsid w:val="00DE09C0"/>
    <w:rsid w:val="00DE4A14"/>
    <w:rsid w:val="00DF320D"/>
    <w:rsid w:val="00DF71C8"/>
    <w:rsid w:val="00E129B8"/>
    <w:rsid w:val="00E21E7D"/>
    <w:rsid w:val="00E22FBC"/>
    <w:rsid w:val="00E23934"/>
    <w:rsid w:val="00E24BF5"/>
    <w:rsid w:val="00E25338"/>
    <w:rsid w:val="00E303E1"/>
    <w:rsid w:val="00E34A2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520"/>
    <w:rsid w:val="00EE32DE"/>
    <w:rsid w:val="00EE5457"/>
    <w:rsid w:val="00F070AB"/>
    <w:rsid w:val="00F17567"/>
    <w:rsid w:val="00F177B2"/>
    <w:rsid w:val="00F27A7B"/>
    <w:rsid w:val="00F3689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E278D"/>
    <w:rsid w:val="00FE7BD5"/>
    <w:rsid w:val="00FF016A"/>
    <w:rsid w:val="00FF1401"/>
    <w:rsid w:val="00FF5E7D"/>
    <w:rsid w:val="03EBC616"/>
    <w:rsid w:val="17417828"/>
    <w:rsid w:val="1A7918EA"/>
    <w:rsid w:val="1F9EBE85"/>
    <w:rsid w:val="23AD8C7E"/>
    <w:rsid w:val="24936D23"/>
    <w:rsid w:val="25C62C34"/>
    <w:rsid w:val="2CA979B0"/>
    <w:rsid w:val="2D8754C4"/>
    <w:rsid w:val="2EA1780C"/>
    <w:rsid w:val="30DFF868"/>
    <w:rsid w:val="37748958"/>
    <w:rsid w:val="3A925F3F"/>
    <w:rsid w:val="3B944994"/>
    <w:rsid w:val="3BD13F44"/>
    <w:rsid w:val="40B3351D"/>
    <w:rsid w:val="40C0D68E"/>
    <w:rsid w:val="44831B75"/>
    <w:rsid w:val="461805C7"/>
    <w:rsid w:val="587FF5C2"/>
    <w:rsid w:val="5AA2978D"/>
    <w:rsid w:val="5D0137C1"/>
    <w:rsid w:val="5D0EF37C"/>
    <w:rsid w:val="620DAFAB"/>
    <w:rsid w:val="66DAAAD8"/>
    <w:rsid w:val="6782539F"/>
    <w:rsid w:val="69A0A442"/>
    <w:rsid w:val="6FE24486"/>
    <w:rsid w:val="78CFA426"/>
    <w:rsid w:val="792CA858"/>
    <w:rsid w:val="79997CAD"/>
    <w:rsid w:val="79D326B6"/>
    <w:rsid w:val="7E72C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2295"/>
  <w15:docId w15:val="{314B8A62-45C2-4B2C-AE79-5B22771B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7BD30-5C81-4805-A947-2FC2700D8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A0DD8F-4F04-4329-8C4D-DD9EEB437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C06660-DBEB-4D80-9809-014B69EB1D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03223-4643-4B41-B6A6-4F195861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1006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2022-10-29T18:57:00Z</dcterms:created>
  <dcterms:modified xsi:type="dcterms:W3CDTF">2022-11-09T08:52:00Z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